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35"/>
        <w:gridCol w:w="2635"/>
        <w:gridCol w:w="2635"/>
        <w:gridCol w:w="2635"/>
        <w:gridCol w:w="2636"/>
      </w:tblGrid>
      <w:tr w:rsidR="0010529E" w:rsidRPr="00DF081A" w:rsidTr="00DF081A">
        <w:tc>
          <w:tcPr>
            <w:tcW w:w="2635" w:type="dxa"/>
          </w:tcPr>
          <w:p w:rsidR="0010529E" w:rsidRDefault="0010529E" w:rsidP="00DF081A">
            <w:pPr>
              <w:spacing w:after="0" w:line="240" w:lineRule="auto"/>
              <w:jc w:val="center"/>
              <w:rPr>
                <w:b/>
                <w:sz w:val="24"/>
                <w:szCs w:val="24"/>
              </w:rPr>
            </w:pPr>
            <w:r>
              <w:rPr>
                <w:b/>
                <w:sz w:val="24"/>
                <w:szCs w:val="24"/>
              </w:rPr>
              <w:t>YBK Photography Unit</w:t>
            </w:r>
          </w:p>
          <w:p w:rsidR="0010529E" w:rsidRPr="00DF081A" w:rsidRDefault="0010529E" w:rsidP="00DF081A">
            <w:pPr>
              <w:spacing w:after="0" w:line="240" w:lineRule="auto"/>
              <w:jc w:val="center"/>
              <w:rPr>
                <w:b/>
                <w:sz w:val="24"/>
                <w:szCs w:val="24"/>
              </w:rPr>
            </w:pPr>
            <w:r w:rsidRPr="00DF081A">
              <w:rPr>
                <w:b/>
                <w:sz w:val="24"/>
                <w:szCs w:val="24"/>
              </w:rPr>
              <w:t>LESSON</w:t>
            </w:r>
          </w:p>
        </w:tc>
        <w:tc>
          <w:tcPr>
            <w:tcW w:w="2635" w:type="dxa"/>
          </w:tcPr>
          <w:p w:rsidR="0010529E" w:rsidRPr="00DF081A" w:rsidRDefault="0010529E" w:rsidP="00DF081A">
            <w:pPr>
              <w:spacing w:after="0" w:line="240" w:lineRule="auto"/>
              <w:jc w:val="center"/>
              <w:rPr>
                <w:b/>
                <w:sz w:val="24"/>
                <w:szCs w:val="24"/>
              </w:rPr>
            </w:pPr>
            <w:r w:rsidRPr="00DF081A">
              <w:rPr>
                <w:b/>
                <w:sz w:val="24"/>
                <w:szCs w:val="24"/>
              </w:rPr>
              <w:t>STANDARD TOPIC</w:t>
            </w:r>
          </w:p>
        </w:tc>
        <w:tc>
          <w:tcPr>
            <w:tcW w:w="2635" w:type="dxa"/>
          </w:tcPr>
          <w:p w:rsidR="0010529E" w:rsidRPr="00DF081A" w:rsidRDefault="0010529E" w:rsidP="00DF081A">
            <w:pPr>
              <w:spacing w:after="0" w:line="240" w:lineRule="auto"/>
              <w:jc w:val="center"/>
              <w:rPr>
                <w:b/>
                <w:sz w:val="24"/>
                <w:szCs w:val="24"/>
              </w:rPr>
            </w:pPr>
            <w:r w:rsidRPr="00DF081A">
              <w:rPr>
                <w:b/>
                <w:sz w:val="24"/>
                <w:szCs w:val="24"/>
              </w:rPr>
              <w:t>OBJECTIVES</w:t>
            </w:r>
          </w:p>
        </w:tc>
        <w:tc>
          <w:tcPr>
            <w:tcW w:w="2635" w:type="dxa"/>
          </w:tcPr>
          <w:p w:rsidR="0010529E" w:rsidRPr="00DF081A" w:rsidRDefault="0010529E" w:rsidP="00DF081A">
            <w:pPr>
              <w:spacing w:after="0" w:line="240" w:lineRule="auto"/>
              <w:jc w:val="center"/>
              <w:rPr>
                <w:b/>
                <w:sz w:val="24"/>
                <w:szCs w:val="24"/>
              </w:rPr>
            </w:pPr>
            <w:r w:rsidRPr="00DF081A">
              <w:rPr>
                <w:b/>
                <w:sz w:val="24"/>
                <w:szCs w:val="24"/>
              </w:rPr>
              <w:t>LESSON OUTLINE</w:t>
            </w:r>
          </w:p>
        </w:tc>
        <w:tc>
          <w:tcPr>
            <w:tcW w:w="2636" w:type="dxa"/>
          </w:tcPr>
          <w:p w:rsidR="0010529E" w:rsidRPr="00DF081A" w:rsidRDefault="0010529E" w:rsidP="00DF081A">
            <w:pPr>
              <w:spacing w:after="0" w:line="240" w:lineRule="auto"/>
              <w:jc w:val="center"/>
              <w:rPr>
                <w:b/>
                <w:sz w:val="24"/>
                <w:szCs w:val="24"/>
              </w:rPr>
            </w:pPr>
            <w:r w:rsidRPr="00DF081A">
              <w:rPr>
                <w:b/>
                <w:sz w:val="24"/>
                <w:szCs w:val="24"/>
              </w:rPr>
              <w:t>TECHNOLOGY USED</w:t>
            </w:r>
          </w:p>
        </w:tc>
      </w:tr>
      <w:tr w:rsidR="0010529E" w:rsidRPr="00DF081A" w:rsidTr="00DF081A">
        <w:tc>
          <w:tcPr>
            <w:tcW w:w="2635" w:type="dxa"/>
          </w:tcPr>
          <w:p w:rsidR="0010529E" w:rsidRPr="00DF081A" w:rsidRDefault="0010529E" w:rsidP="00DF081A">
            <w:pPr>
              <w:spacing w:after="0" w:line="240" w:lineRule="auto"/>
              <w:rPr>
                <w:b/>
              </w:rPr>
            </w:pPr>
            <w:r w:rsidRPr="00DF081A">
              <w:rPr>
                <w:b/>
              </w:rPr>
              <w:t>LESSON 1</w:t>
            </w:r>
            <w:r>
              <w:rPr>
                <w:b/>
              </w:rPr>
              <w:t xml:space="preserve"> – Yearbook Photography (Types)</w:t>
            </w: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tc>
        <w:tc>
          <w:tcPr>
            <w:tcW w:w="2635" w:type="dxa"/>
          </w:tcPr>
          <w:p w:rsidR="0010529E" w:rsidRDefault="0010529E" w:rsidP="00DF081A">
            <w:pPr>
              <w:spacing w:after="0" w:line="240" w:lineRule="auto"/>
            </w:pPr>
            <w:smartTag w:uri="urn:schemas-microsoft-com:office:smarttags" w:element="State">
              <w:smartTag w:uri="urn:schemas-microsoft-com:office:smarttags" w:element="place">
                <w:r w:rsidRPr="0034070C">
                  <w:rPr>
                    <w:b/>
                    <w:bCs/>
                  </w:rPr>
                  <w:t>South Dakota</w:t>
                </w:r>
              </w:smartTag>
            </w:smartTag>
            <w:r w:rsidRPr="0034070C">
              <w:rPr>
                <w:b/>
                <w:bCs/>
              </w:rPr>
              <w:t xml:space="preserve"> CTE Content Standard 3: </w:t>
            </w:r>
            <w:r w:rsidRPr="0034070C">
              <w:t>Students will understand the relationship between visual arts and history, culture, and society.</w:t>
            </w:r>
          </w:p>
          <w:p w:rsidR="0010529E" w:rsidRPr="00DF081A" w:rsidRDefault="0010529E" w:rsidP="00DF081A">
            <w:pPr>
              <w:spacing w:after="0" w:line="240" w:lineRule="auto"/>
            </w:pPr>
            <w:r>
              <w:rPr>
                <w:sz w:val="24"/>
                <w:szCs w:val="24"/>
              </w:rPr>
              <w:t>*Recognize the value of quality of pictures in yearbook production</w:t>
            </w:r>
          </w:p>
        </w:tc>
        <w:tc>
          <w:tcPr>
            <w:tcW w:w="2635" w:type="dxa"/>
          </w:tcPr>
          <w:p w:rsidR="0010529E" w:rsidRPr="00DF081A" w:rsidRDefault="0010529E" w:rsidP="00DF081A">
            <w:pPr>
              <w:spacing w:after="0" w:line="240" w:lineRule="auto"/>
            </w:pPr>
            <w:r>
              <w:t>Acquaint yearbook students with necessary background to assume positions as yearbook photographers (sports, academic, etc.)</w:t>
            </w:r>
          </w:p>
        </w:tc>
        <w:tc>
          <w:tcPr>
            <w:tcW w:w="2635" w:type="dxa"/>
          </w:tcPr>
          <w:p w:rsidR="0010529E" w:rsidRDefault="0010529E" w:rsidP="00DF081A">
            <w:pPr>
              <w:spacing w:after="0" w:line="240" w:lineRule="auto"/>
            </w:pPr>
            <w:r>
              <w:t xml:space="preserve">*Show some of the best pics from </w:t>
            </w:r>
            <w:r>
              <w:rPr>
                <w:i/>
              </w:rPr>
              <w:t>Jostens Photo Contest</w:t>
            </w:r>
            <w:r>
              <w:t>.</w:t>
            </w:r>
          </w:p>
          <w:p w:rsidR="0010529E" w:rsidRDefault="0010529E" w:rsidP="00DF081A">
            <w:pPr>
              <w:spacing w:after="0" w:line="240" w:lineRule="auto"/>
            </w:pPr>
            <w:r>
              <w:t>*Photography 101 – Photo basics to build background about yearbook photography.</w:t>
            </w:r>
          </w:p>
          <w:p w:rsidR="0010529E" w:rsidRDefault="0010529E" w:rsidP="00DF081A">
            <w:pPr>
              <w:spacing w:after="0" w:line="240" w:lineRule="auto"/>
            </w:pPr>
            <w:r>
              <w:t>*Review 2011 yearbook (small groups). Vote for top five. Group reports.</w:t>
            </w:r>
          </w:p>
          <w:p w:rsidR="0010529E" w:rsidRPr="00DF081A" w:rsidRDefault="0010529E" w:rsidP="00DF081A">
            <w:pPr>
              <w:spacing w:after="0" w:line="240" w:lineRule="auto"/>
            </w:pPr>
            <w:r>
              <w:t>*Oral Reports – Top photos selected.</w:t>
            </w:r>
          </w:p>
        </w:tc>
        <w:tc>
          <w:tcPr>
            <w:tcW w:w="2636" w:type="dxa"/>
          </w:tcPr>
          <w:p w:rsidR="0010529E" w:rsidRDefault="0010529E" w:rsidP="00DF081A">
            <w:pPr>
              <w:spacing w:after="0" w:line="240" w:lineRule="auto"/>
            </w:pPr>
            <w:r>
              <w:t xml:space="preserve">SmartBoard/Photo Peach presentation of </w:t>
            </w:r>
            <w:r>
              <w:rPr>
                <w:i/>
              </w:rPr>
              <w:t>Jostens Photo Contest.</w:t>
            </w:r>
            <w:r>
              <w:t xml:space="preserve"> </w:t>
            </w:r>
          </w:p>
          <w:p w:rsidR="0010529E" w:rsidRDefault="0010529E" w:rsidP="00DF081A">
            <w:pPr>
              <w:spacing w:after="0" w:line="240" w:lineRule="auto"/>
            </w:pPr>
          </w:p>
          <w:p w:rsidR="0010529E" w:rsidRDefault="0010529E" w:rsidP="00DF081A">
            <w:pPr>
              <w:spacing w:after="0" w:line="240" w:lineRule="auto"/>
            </w:pPr>
            <w:r>
              <w:t>SmartBoard – PowerPoint (Photography 101)</w:t>
            </w:r>
          </w:p>
          <w:p w:rsidR="0010529E" w:rsidRDefault="0010529E" w:rsidP="00DF081A">
            <w:pPr>
              <w:spacing w:after="0" w:line="240" w:lineRule="auto"/>
            </w:pPr>
          </w:p>
          <w:p w:rsidR="0010529E" w:rsidRPr="00DF081A" w:rsidRDefault="0010529E" w:rsidP="00DF081A">
            <w:pPr>
              <w:spacing w:after="0" w:line="240" w:lineRule="auto"/>
            </w:pPr>
          </w:p>
        </w:tc>
      </w:tr>
      <w:tr w:rsidR="0010529E" w:rsidRPr="00DF081A" w:rsidTr="00DF081A">
        <w:tc>
          <w:tcPr>
            <w:tcW w:w="2635" w:type="dxa"/>
          </w:tcPr>
          <w:p w:rsidR="0010529E" w:rsidRPr="00DF081A" w:rsidRDefault="0010529E" w:rsidP="00AF02B4">
            <w:pPr>
              <w:spacing w:after="0" w:line="240" w:lineRule="auto"/>
              <w:rPr>
                <w:b/>
              </w:rPr>
            </w:pPr>
            <w:r w:rsidRPr="00DF081A">
              <w:rPr>
                <w:b/>
              </w:rPr>
              <w:t>LESSON 2</w:t>
            </w:r>
            <w:r>
              <w:rPr>
                <w:b/>
              </w:rPr>
              <w:t xml:space="preserve"> – Camera Basics (equipment, checkout, responsibilities)</w:t>
            </w:r>
          </w:p>
          <w:p w:rsidR="0010529E" w:rsidRPr="00DF081A" w:rsidRDefault="0010529E" w:rsidP="00AF02B4">
            <w:pPr>
              <w:spacing w:after="0" w:line="240" w:lineRule="auto"/>
              <w:rPr>
                <w:b/>
              </w:rPr>
            </w:pPr>
          </w:p>
          <w:p w:rsidR="0010529E" w:rsidRPr="00DF081A" w:rsidRDefault="0010529E" w:rsidP="00AF02B4">
            <w:pPr>
              <w:spacing w:after="0" w:line="240" w:lineRule="auto"/>
              <w:rPr>
                <w:b/>
              </w:rPr>
            </w:pPr>
          </w:p>
          <w:p w:rsidR="0010529E" w:rsidRPr="00DF081A" w:rsidRDefault="0010529E" w:rsidP="00AF02B4">
            <w:pPr>
              <w:spacing w:after="0" w:line="240" w:lineRule="auto"/>
              <w:rPr>
                <w:b/>
              </w:rPr>
            </w:pPr>
          </w:p>
          <w:p w:rsidR="0010529E" w:rsidRPr="00DF081A" w:rsidRDefault="0010529E" w:rsidP="00AF02B4">
            <w:pPr>
              <w:spacing w:after="0" w:line="240" w:lineRule="auto"/>
              <w:rPr>
                <w:b/>
              </w:rPr>
            </w:pPr>
          </w:p>
          <w:p w:rsidR="0010529E" w:rsidRPr="00DF081A" w:rsidRDefault="0010529E" w:rsidP="00AF02B4">
            <w:pPr>
              <w:spacing w:after="0" w:line="240" w:lineRule="auto"/>
              <w:rPr>
                <w:b/>
              </w:rPr>
            </w:pPr>
          </w:p>
          <w:p w:rsidR="0010529E" w:rsidRPr="00DF081A" w:rsidRDefault="0010529E" w:rsidP="00AF02B4">
            <w:pPr>
              <w:spacing w:after="0" w:line="240" w:lineRule="auto"/>
              <w:rPr>
                <w:b/>
              </w:rPr>
            </w:pPr>
          </w:p>
        </w:tc>
        <w:tc>
          <w:tcPr>
            <w:tcW w:w="2635" w:type="dxa"/>
          </w:tcPr>
          <w:p w:rsidR="0010529E" w:rsidRDefault="0010529E" w:rsidP="00AF02B4">
            <w:pPr>
              <w:widowControl w:val="0"/>
              <w:overflowPunct w:val="0"/>
              <w:autoSpaceDE w:val="0"/>
              <w:autoSpaceDN w:val="0"/>
              <w:adjustRightInd w:val="0"/>
              <w:spacing w:after="0" w:line="240" w:lineRule="auto"/>
              <w:rPr>
                <w:sz w:val="24"/>
                <w:szCs w:val="24"/>
              </w:rPr>
            </w:pPr>
            <w:r>
              <w:rPr>
                <w:sz w:val="24"/>
                <w:szCs w:val="24"/>
              </w:rPr>
              <w:t>*Get to know the equipment.</w:t>
            </w:r>
          </w:p>
          <w:p w:rsidR="0010529E" w:rsidRDefault="0010529E" w:rsidP="00AF02B4">
            <w:pPr>
              <w:widowControl w:val="0"/>
              <w:overflowPunct w:val="0"/>
              <w:autoSpaceDE w:val="0"/>
              <w:autoSpaceDN w:val="0"/>
              <w:adjustRightInd w:val="0"/>
              <w:spacing w:after="0" w:line="240" w:lineRule="auto"/>
              <w:rPr>
                <w:sz w:val="24"/>
                <w:szCs w:val="24"/>
              </w:rPr>
            </w:pPr>
          </w:p>
          <w:p w:rsidR="0010529E" w:rsidRDefault="0010529E" w:rsidP="00AF02B4">
            <w:pPr>
              <w:widowControl w:val="0"/>
              <w:overflowPunct w:val="0"/>
              <w:autoSpaceDE w:val="0"/>
              <w:autoSpaceDN w:val="0"/>
              <w:adjustRightInd w:val="0"/>
              <w:spacing w:after="0" w:line="240" w:lineRule="auto"/>
              <w:rPr>
                <w:sz w:val="24"/>
                <w:szCs w:val="24"/>
              </w:rPr>
            </w:pPr>
            <w:r>
              <w:rPr>
                <w:sz w:val="24"/>
                <w:szCs w:val="24"/>
              </w:rPr>
              <w:t>*Recognize the value of quality of pictures in yearbook production and become proficient in taking yearbook photos.</w:t>
            </w:r>
          </w:p>
          <w:p w:rsidR="0010529E" w:rsidRPr="00DF081A" w:rsidRDefault="0010529E" w:rsidP="00AF02B4">
            <w:pPr>
              <w:spacing w:after="0" w:line="240" w:lineRule="auto"/>
            </w:pPr>
          </w:p>
        </w:tc>
        <w:tc>
          <w:tcPr>
            <w:tcW w:w="2635" w:type="dxa"/>
          </w:tcPr>
          <w:p w:rsidR="0010529E" w:rsidRDefault="0010529E" w:rsidP="00AF02B4">
            <w:pPr>
              <w:spacing w:after="0" w:line="240" w:lineRule="auto"/>
            </w:pPr>
            <w:r>
              <w:t>Introduce staff to different camera equipment.</w:t>
            </w:r>
          </w:p>
          <w:p w:rsidR="0010529E" w:rsidRDefault="0010529E" w:rsidP="00AF02B4">
            <w:pPr>
              <w:spacing w:after="0" w:line="240" w:lineRule="auto"/>
            </w:pPr>
          </w:p>
          <w:p w:rsidR="0010529E" w:rsidRDefault="0010529E" w:rsidP="00AF02B4">
            <w:pPr>
              <w:spacing w:after="0" w:line="240" w:lineRule="auto"/>
            </w:pPr>
            <w:r>
              <w:t>Review the vocabulary for unit.</w:t>
            </w:r>
          </w:p>
          <w:p w:rsidR="0010529E" w:rsidRDefault="0010529E" w:rsidP="00AF02B4">
            <w:pPr>
              <w:spacing w:after="0" w:line="240" w:lineRule="auto"/>
            </w:pPr>
          </w:p>
          <w:p w:rsidR="0010529E" w:rsidRPr="00DF081A" w:rsidRDefault="0010529E" w:rsidP="00AF02B4">
            <w:pPr>
              <w:spacing w:after="0" w:line="240" w:lineRule="auto"/>
            </w:pPr>
            <w:r>
              <w:t>Discuss the procedures for checking out equipment.</w:t>
            </w:r>
          </w:p>
        </w:tc>
        <w:tc>
          <w:tcPr>
            <w:tcW w:w="2635" w:type="dxa"/>
          </w:tcPr>
          <w:p w:rsidR="0010529E" w:rsidRDefault="0010529E" w:rsidP="00AF02B4">
            <w:pPr>
              <w:spacing w:after="0" w:line="240" w:lineRule="auto"/>
            </w:pPr>
            <w:r>
              <w:t>*Pretest – What do you know about camera equipment?</w:t>
            </w:r>
          </w:p>
          <w:p w:rsidR="0010529E" w:rsidRDefault="0010529E" w:rsidP="00AF02B4">
            <w:pPr>
              <w:spacing w:after="0" w:line="240" w:lineRule="auto"/>
            </w:pPr>
            <w:r>
              <w:t>*Introduce the vocabulary.</w:t>
            </w:r>
          </w:p>
          <w:p w:rsidR="0010529E" w:rsidRDefault="0010529E" w:rsidP="00AF02B4">
            <w:pPr>
              <w:spacing w:after="0" w:line="240" w:lineRule="auto"/>
            </w:pPr>
            <w:r>
              <w:t>*Watch video about new camera equipment.</w:t>
            </w:r>
          </w:p>
          <w:p w:rsidR="0010529E" w:rsidRPr="00DF081A" w:rsidRDefault="0010529E" w:rsidP="00AF02B4">
            <w:pPr>
              <w:spacing w:after="0" w:line="240" w:lineRule="auto"/>
            </w:pPr>
            <w:r>
              <w:t>*Make assignments (pairs will research one of the cameras or lenses ybk staff will use). Prepare presentation.</w:t>
            </w:r>
          </w:p>
        </w:tc>
        <w:tc>
          <w:tcPr>
            <w:tcW w:w="2636" w:type="dxa"/>
          </w:tcPr>
          <w:p w:rsidR="0010529E" w:rsidRDefault="0010529E" w:rsidP="00AF02B4">
            <w:pPr>
              <w:spacing w:after="0" w:line="240" w:lineRule="auto"/>
            </w:pPr>
            <w:r>
              <w:t>SmartBoard (background, types of cameras and lenses)</w:t>
            </w:r>
          </w:p>
          <w:p w:rsidR="0010529E" w:rsidRDefault="0010529E" w:rsidP="00AF02B4">
            <w:pPr>
              <w:spacing w:after="0" w:line="240" w:lineRule="auto"/>
            </w:pPr>
          </w:p>
          <w:p w:rsidR="0010529E" w:rsidRDefault="0010529E" w:rsidP="00AF02B4">
            <w:pPr>
              <w:spacing w:after="0" w:line="240" w:lineRule="auto"/>
            </w:pPr>
            <w:r>
              <w:t>YouTube Videos – Canon Tsi3</w:t>
            </w:r>
          </w:p>
          <w:p w:rsidR="0010529E" w:rsidRDefault="0010529E" w:rsidP="00AF02B4">
            <w:pPr>
              <w:spacing w:after="0" w:line="240" w:lineRule="auto"/>
            </w:pPr>
          </w:p>
          <w:p w:rsidR="0010529E" w:rsidRDefault="0010529E" w:rsidP="00AF02B4">
            <w:pPr>
              <w:spacing w:after="0" w:line="240" w:lineRule="auto"/>
            </w:pPr>
            <w:r>
              <w:t>Computer/lens research project (Internet)</w:t>
            </w:r>
          </w:p>
          <w:p w:rsidR="0010529E" w:rsidRDefault="0010529E" w:rsidP="00AF02B4">
            <w:pPr>
              <w:spacing w:after="0" w:line="240" w:lineRule="auto"/>
            </w:pPr>
          </w:p>
          <w:p w:rsidR="0010529E" w:rsidRPr="00DF081A" w:rsidRDefault="0010529E" w:rsidP="00AF02B4">
            <w:pPr>
              <w:spacing w:after="0" w:line="240" w:lineRule="auto"/>
            </w:pPr>
            <w:r>
              <w:t>Cameras and lenses</w:t>
            </w:r>
          </w:p>
        </w:tc>
      </w:tr>
      <w:tr w:rsidR="0010529E" w:rsidRPr="00DF081A" w:rsidTr="00DF081A">
        <w:tc>
          <w:tcPr>
            <w:tcW w:w="2635" w:type="dxa"/>
          </w:tcPr>
          <w:p w:rsidR="0010529E" w:rsidRPr="00DF081A" w:rsidRDefault="0010529E" w:rsidP="003F6A21">
            <w:pPr>
              <w:spacing w:after="0" w:line="240" w:lineRule="auto"/>
              <w:rPr>
                <w:b/>
              </w:rPr>
            </w:pPr>
            <w:r>
              <w:rPr>
                <w:b/>
              </w:rPr>
              <w:t>LESSON 3 – Camera Basics (student presentations about cameras and lenses)</w:t>
            </w:r>
          </w:p>
          <w:p w:rsidR="0010529E" w:rsidRDefault="0010529E" w:rsidP="00DF081A">
            <w:pPr>
              <w:spacing w:after="0" w:line="240" w:lineRule="auto"/>
              <w:rPr>
                <w:b/>
              </w:rPr>
            </w:pPr>
          </w:p>
          <w:p w:rsidR="0010529E" w:rsidRDefault="0010529E" w:rsidP="00DF081A">
            <w:pPr>
              <w:spacing w:after="0" w:line="240" w:lineRule="auto"/>
              <w:rPr>
                <w:b/>
              </w:rPr>
            </w:pPr>
          </w:p>
          <w:p w:rsidR="0010529E" w:rsidRDefault="0010529E" w:rsidP="00DF081A">
            <w:pPr>
              <w:spacing w:after="0" w:line="240" w:lineRule="auto"/>
              <w:rPr>
                <w:b/>
              </w:rPr>
            </w:pPr>
          </w:p>
          <w:p w:rsidR="0010529E" w:rsidRDefault="0010529E" w:rsidP="00DF081A">
            <w:pPr>
              <w:spacing w:after="0" w:line="240" w:lineRule="auto"/>
              <w:rPr>
                <w:b/>
              </w:rPr>
            </w:pPr>
          </w:p>
          <w:p w:rsidR="0010529E" w:rsidRDefault="0010529E" w:rsidP="00DF081A">
            <w:pPr>
              <w:spacing w:after="0" w:line="240" w:lineRule="auto"/>
              <w:rPr>
                <w:b/>
              </w:rPr>
            </w:pPr>
          </w:p>
          <w:p w:rsidR="0010529E" w:rsidRPr="00DF081A" w:rsidRDefault="0010529E" w:rsidP="00DF081A">
            <w:pPr>
              <w:spacing w:after="0" w:line="240" w:lineRule="auto"/>
              <w:rPr>
                <w:b/>
              </w:rPr>
            </w:pPr>
            <w:r>
              <w:rPr>
                <w:b/>
              </w:rPr>
              <w:t>LESSON 4 – Photo Composition</w:t>
            </w: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tc>
        <w:tc>
          <w:tcPr>
            <w:tcW w:w="2635" w:type="dxa"/>
          </w:tcPr>
          <w:p w:rsidR="0010529E" w:rsidRDefault="0010529E" w:rsidP="003F6A21">
            <w:pPr>
              <w:widowControl w:val="0"/>
              <w:overflowPunct w:val="0"/>
              <w:autoSpaceDE w:val="0"/>
              <w:autoSpaceDN w:val="0"/>
              <w:adjustRightInd w:val="0"/>
              <w:spacing w:after="0" w:line="240" w:lineRule="auto"/>
              <w:rPr>
                <w:sz w:val="24"/>
                <w:szCs w:val="24"/>
              </w:rPr>
            </w:pPr>
            <w:r>
              <w:rPr>
                <w:sz w:val="24"/>
                <w:szCs w:val="24"/>
              </w:rPr>
              <w:t>*Continue to build knowledge about ybk equipment.</w:t>
            </w:r>
          </w:p>
          <w:p w:rsidR="0010529E" w:rsidRDefault="0010529E" w:rsidP="003F6A21">
            <w:pPr>
              <w:widowControl w:val="0"/>
              <w:overflowPunct w:val="0"/>
              <w:autoSpaceDE w:val="0"/>
              <w:autoSpaceDN w:val="0"/>
              <w:adjustRightInd w:val="0"/>
              <w:spacing w:after="0" w:line="240" w:lineRule="auto"/>
              <w:rPr>
                <w:sz w:val="24"/>
                <w:szCs w:val="24"/>
              </w:rPr>
            </w:pPr>
            <w:r>
              <w:rPr>
                <w:sz w:val="24"/>
                <w:szCs w:val="24"/>
              </w:rPr>
              <w:t>*Recognize the value of quality of pictures in yearbook production/ become proficient in taking yearbook photos.</w:t>
            </w:r>
          </w:p>
          <w:p w:rsidR="0010529E" w:rsidRPr="00DF081A" w:rsidRDefault="0010529E" w:rsidP="00DF081A">
            <w:pPr>
              <w:spacing w:after="0" w:line="240" w:lineRule="auto"/>
            </w:pPr>
            <w:r>
              <w:rPr>
                <w:sz w:val="24"/>
                <w:szCs w:val="24"/>
              </w:rPr>
              <w:t>*Recognize the basics of photographic composition.</w:t>
            </w:r>
          </w:p>
        </w:tc>
        <w:tc>
          <w:tcPr>
            <w:tcW w:w="2635" w:type="dxa"/>
          </w:tcPr>
          <w:p w:rsidR="0010529E" w:rsidRDefault="0010529E" w:rsidP="003F6A21">
            <w:pPr>
              <w:spacing w:after="0" w:line="240" w:lineRule="auto"/>
            </w:pPr>
            <w:r>
              <w:t>Students will take on the role of teacher (sharing background about one of the cameras or lenses that staff will use).</w:t>
            </w: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Pr="00DF081A" w:rsidRDefault="0010529E" w:rsidP="00DF081A">
            <w:pPr>
              <w:spacing w:after="0" w:line="240" w:lineRule="auto"/>
            </w:pPr>
            <w:r>
              <w:t>Introduce selected photo composition terms.</w:t>
            </w:r>
          </w:p>
        </w:tc>
        <w:tc>
          <w:tcPr>
            <w:tcW w:w="2635" w:type="dxa"/>
          </w:tcPr>
          <w:p w:rsidR="0010529E" w:rsidRDefault="0010529E" w:rsidP="00DF081A">
            <w:pPr>
              <w:spacing w:after="0" w:line="240" w:lineRule="auto"/>
            </w:pPr>
            <w:r>
              <w:t xml:space="preserve">Student presentations </w:t>
            </w: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p>
          <w:p w:rsidR="0010529E" w:rsidRDefault="0010529E" w:rsidP="00DF081A">
            <w:pPr>
              <w:spacing w:after="0" w:line="240" w:lineRule="auto"/>
            </w:pPr>
            <w:r>
              <w:t>Handout – elements of photographic composition.</w:t>
            </w:r>
          </w:p>
          <w:p w:rsidR="0010529E" w:rsidRDefault="0010529E" w:rsidP="00DF081A">
            <w:pPr>
              <w:spacing w:after="0" w:line="240" w:lineRule="auto"/>
            </w:pPr>
            <w:r>
              <w:t xml:space="preserve">Partners will begin defining elements., then applying this knowledge to </w:t>
            </w:r>
          </w:p>
          <w:p w:rsidR="0010529E" w:rsidRDefault="0010529E" w:rsidP="00DF081A">
            <w:pPr>
              <w:spacing w:after="0" w:line="240" w:lineRule="auto"/>
            </w:pPr>
            <w:r>
              <w:t>Apply terms/analyze various photos provided.</w:t>
            </w:r>
          </w:p>
          <w:p w:rsidR="0010529E" w:rsidRPr="00DF081A" w:rsidRDefault="0010529E" w:rsidP="00DF081A">
            <w:pPr>
              <w:spacing w:after="0" w:line="240" w:lineRule="auto"/>
            </w:pPr>
            <w:r>
              <w:t>Final discussion of quality photos that contain more than one element.</w:t>
            </w:r>
          </w:p>
        </w:tc>
        <w:tc>
          <w:tcPr>
            <w:tcW w:w="2636" w:type="dxa"/>
          </w:tcPr>
          <w:p w:rsidR="0010529E" w:rsidRDefault="0010529E" w:rsidP="003F6A21">
            <w:pPr>
              <w:spacing w:after="0" w:line="240" w:lineRule="auto"/>
            </w:pPr>
            <w:r>
              <w:t>SmartBoard (as needed for presentations)</w:t>
            </w:r>
          </w:p>
          <w:p w:rsidR="0010529E" w:rsidRDefault="0010529E" w:rsidP="003F6A21">
            <w:pPr>
              <w:spacing w:after="0" w:line="240" w:lineRule="auto"/>
            </w:pPr>
          </w:p>
          <w:p w:rsidR="0010529E" w:rsidRDefault="0010529E" w:rsidP="003F6A21">
            <w:pPr>
              <w:spacing w:after="0" w:line="240" w:lineRule="auto"/>
            </w:pPr>
            <w:r>
              <w:t>YouTube Videos</w:t>
            </w:r>
          </w:p>
          <w:p w:rsidR="0010529E" w:rsidRDefault="0010529E" w:rsidP="003F6A21">
            <w:pPr>
              <w:spacing w:after="0" w:line="240" w:lineRule="auto"/>
            </w:pPr>
          </w:p>
          <w:p w:rsidR="0010529E" w:rsidRDefault="0010529E" w:rsidP="003F6A21">
            <w:pPr>
              <w:spacing w:after="0" w:line="240" w:lineRule="auto"/>
            </w:pPr>
            <w:r>
              <w:t>Computer/lens research project (Internet)</w:t>
            </w:r>
          </w:p>
          <w:p w:rsidR="0010529E" w:rsidRDefault="0010529E" w:rsidP="003F6A21">
            <w:pPr>
              <w:spacing w:after="0" w:line="240" w:lineRule="auto"/>
            </w:pPr>
          </w:p>
          <w:p w:rsidR="0010529E" w:rsidRDefault="0010529E" w:rsidP="003F6A21">
            <w:pPr>
              <w:spacing w:after="0" w:line="240" w:lineRule="auto"/>
            </w:pPr>
            <w:r>
              <w:t>Cameras and lenses</w:t>
            </w:r>
          </w:p>
          <w:p w:rsidR="0010529E" w:rsidRDefault="0010529E" w:rsidP="00DF081A">
            <w:pPr>
              <w:spacing w:after="0" w:line="240" w:lineRule="auto"/>
            </w:pPr>
            <w:r>
              <w:t>SmartBoard</w:t>
            </w:r>
          </w:p>
          <w:p w:rsidR="0010529E" w:rsidRDefault="0010529E" w:rsidP="00DF081A">
            <w:pPr>
              <w:spacing w:after="0" w:line="240" w:lineRule="auto"/>
            </w:pPr>
          </w:p>
          <w:p w:rsidR="0010529E" w:rsidRDefault="0010529E" w:rsidP="00DF081A">
            <w:pPr>
              <w:spacing w:after="0" w:line="240" w:lineRule="auto"/>
            </w:pPr>
            <w:r>
              <w:t>PowerPoint/Slideshare (Take Notice Photo Album)</w:t>
            </w:r>
          </w:p>
          <w:p w:rsidR="0010529E" w:rsidRDefault="0010529E" w:rsidP="00DF081A">
            <w:pPr>
              <w:spacing w:after="0" w:line="240" w:lineRule="auto"/>
            </w:pPr>
          </w:p>
          <w:p w:rsidR="0010529E" w:rsidRPr="00DF081A" w:rsidRDefault="0010529E" w:rsidP="00DF081A">
            <w:pPr>
              <w:spacing w:after="0" w:line="240" w:lineRule="auto"/>
            </w:pPr>
            <w:r>
              <w:t>Continue computer scavenger hunt from Day Two</w:t>
            </w:r>
          </w:p>
        </w:tc>
      </w:tr>
      <w:tr w:rsidR="0010529E" w:rsidRPr="00DF081A" w:rsidTr="00DF081A">
        <w:tc>
          <w:tcPr>
            <w:tcW w:w="2635" w:type="dxa"/>
          </w:tcPr>
          <w:p w:rsidR="0010529E" w:rsidRPr="00DF081A" w:rsidRDefault="0010529E" w:rsidP="00DF081A">
            <w:pPr>
              <w:spacing w:after="0" w:line="240" w:lineRule="auto"/>
              <w:rPr>
                <w:b/>
              </w:rPr>
            </w:pPr>
            <w:r>
              <w:rPr>
                <w:b/>
              </w:rPr>
              <w:t>LESSON 5 – Photo Composition</w:t>
            </w: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tc>
        <w:tc>
          <w:tcPr>
            <w:tcW w:w="2635" w:type="dxa"/>
          </w:tcPr>
          <w:p w:rsidR="0010529E" w:rsidRPr="00DF081A" w:rsidRDefault="0010529E" w:rsidP="00DF081A">
            <w:pPr>
              <w:spacing w:after="0" w:line="240" w:lineRule="auto"/>
            </w:pPr>
            <w:r>
              <w:rPr>
                <w:sz w:val="24"/>
                <w:szCs w:val="24"/>
              </w:rPr>
              <w:t>*Recognize the basics of photographic composition.</w:t>
            </w:r>
          </w:p>
        </w:tc>
        <w:tc>
          <w:tcPr>
            <w:tcW w:w="2635" w:type="dxa"/>
          </w:tcPr>
          <w:p w:rsidR="0010529E" w:rsidRPr="00DF081A" w:rsidRDefault="0010529E" w:rsidP="00DF081A">
            <w:pPr>
              <w:spacing w:after="0" w:line="240" w:lineRule="auto"/>
            </w:pPr>
            <w:r>
              <w:t>Review photo composition terms, plus introduce additional ones</w:t>
            </w:r>
          </w:p>
        </w:tc>
        <w:tc>
          <w:tcPr>
            <w:tcW w:w="2635" w:type="dxa"/>
          </w:tcPr>
          <w:p w:rsidR="0010529E" w:rsidRDefault="0010529E" w:rsidP="00DF081A">
            <w:pPr>
              <w:spacing w:after="0" w:line="240" w:lineRule="auto"/>
            </w:pPr>
            <w:r>
              <w:t>Photo show (elements introduced on day three).</w:t>
            </w:r>
          </w:p>
          <w:p w:rsidR="0010529E" w:rsidRPr="00DF081A" w:rsidRDefault="0010529E" w:rsidP="00DF081A">
            <w:pPr>
              <w:spacing w:after="0" w:line="240" w:lineRule="auto"/>
            </w:pPr>
            <w:r>
              <w:t>Partners will finish defining elements and will then apply terms/analyze photos provided</w:t>
            </w:r>
          </w:p>
        </w:tc>
        <w:tc>
          <w:tcPr>
            <w:tcW w:w="2636" w:type="dxa"/>
          </w:tcPr>
          <w:p w:rsidR="0010529E" w:rsidRDefault="0010529E" w:rsidP="00DF081A">
            <w:pPr>
              <w:spacing w:after="0" w:line="240" w:lineRule="auto"/>
            </w:pPr>
            <w:r>
              <w:t>SmartBoard</w:t>
            </w:r>
          </w:p>
          <w:p w:rsidR="0010529E" w:rsidRDefault="0010529E" w:rsidP="00DF081A">
            <w:pPr>
              <w:spacing w:after="0" w:line="240" w:lineRule="auto"/>
            </w:pPr>
            <w:r>
              <w:t>PowerPoint/Slideshare</w:t>
            </w:r>
          </w:p>
          <w:p w:rsidR="0010529E" w:rsidRPr="00DF081A" w:rsidRDefault="0010529E" w:rsidP="00DF081A">
            <w:pPr>
              <w:spacing w:after="0" w:line="240" w:lineRule="auto"/>
            </w:pPr>
            <w:r>
              <w:t>Internet activity to select photos.</w:t>
            </w:r>
          </w:p>
        </w:tc>
      </w:tr>
      <w:tr w:rsidR="0010529E" w:rsidRPr="00DF081A" w:rsidTr="00DF081A">
        <w:tc>
          <w:tcPr>
            <w:tcW w:w="2635" w:type="dxa"/>
          </w:tcPr>
          <w:p w:rsidR="0010529E" w:rsidRPr="00DF081A" w:rsidRDefault="0010529E" w:rsidP="00DF081A">
            <w:pPr>
              <w:spacing w:after="0" w:line="240" w:lineRule="auto"/>
              <w:rPr>
                <w:b/>
              </w:rPr>
            </w:pPr>
            <w:r>
              <w:rPr>
                <w:b/>
              </w:rPr>
              <w:t>LESSON 6 – Putting It All Together  - Avoiding some common problems</w:t>
            </w: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p w:rsidR="0010529E" w:rsidRPr="00DF081A" w:rsidRDefault="0010529E" w:rsidP="00DF081A">
            <w:pPr>
              <w:spacing w:after="0" w:line="240" w:lineRule="auto"/>
              <w:rPr>
                <w:b/>
              </w:rPr>
            </w:pPr>
          </w:p>
        </w:tc>
        <w:tc>
          <w:tcPr>
            <w:tcW w:w="2635" w:type="dxa"/>
          </w:tcPr>
          <w:p w:rsidR="0010529E" w:rsidRDefault="0010529E" w:rsidP="006D6E48">
            <w:pPr>
              <w:widowControl w:val="0"/>
              <w:overflowPunct w:val="0"/>
              <w:autoSpaceDE w:val="0"/>
              <w:autoSpaceDN w:val="0"/>
              <w:adjustRightInd w:val="0"/>
              <w:spacing w:after="0" w:line="240" w:lineRule="auto"/>
              <w:rPr>
                <w:sz w:val="24"/>
                <w:szCs w:val="24"/>
              </w:rPr>
            </w:pPr>
            <w:r>
              <w:rPr>
                <w:sz w:val="24"/>
                <w:szCs w:val="24"/>
              </w:rPr>
              <w:t>Recognize common photographic problems. *Understand how light affects photography.</w:t>
            </w:r>
          </w:p>
          <w:p w:rsidR="0010529E" w:rsidRPr="00DF081A" w:rsidRDefault="0010529E" w:rsidP="006E26A2">
            <w:pPr>
              <w:spacing w:after="0" w:line="240" w:lineRule="auto"/>
            </w:pPr>
          </w:p>
        </w:tc>
        <w:tc>
          <w:tcPr>
            <w:tcW w:w="2635" w:type="dxa"/>
          </w:tcPr>
          <w:p w:rsidR="0010529E" w:rsidRPr="00DF081A" w:rsidRDefault="0010529E" w:rsidP="00DF081A">
            <w:pPr>
              <w:spacing w:after="0" w:line="240" w:lineRule="auto"/>
            </w:pPr>
            <w:r>
              <w:t>This day’s lesson focuses on common problems yearbook photographers face and how to avoid these (from planning to lighting, cropping, etc.)</w:t>
            </w:r>
          </w:p>
        </w:tc>
        <w:tc>
          <w:tcPr>
            <w:tcW w:w="2635" w:type="dxa"/>
          </w:tcPr>
          <w:p w:rsidR="0010529E" w:rsidRDefault="0010529E" w:rsidP="00DF081A">
            <w:pPr>
              <w:spacing w:after="0" w:line="240" w:lineRule="auto"/>
            </w:pPr>
            <w:r>
              <w:t>What do you know? Skit by returning students.</w:t>
            </w:r>
          </w:p>
          <w:p w:rsidR="0010529E" w:rsidRDefault="0010529E" w:rsidP="00DF081A">
            <w:pPr>
              <w:spacing w:after="0" w:line="240" w:lineRule="auto"/>
            </w:pPr>
            <w:r>
              <w:t>Activity – Rank potential problem areas faced by yearbook photographers.</w:t>
            </w:r>
          </w:p>
          <w:p w:rsidR="0010529E" w:rsidRDefault="0010529E" w:rsidP="00DF081A">
            <w:pPr>
              <w:spacing w:after="0" w:line="240" w:lineRule="auto"/>
            </w:pPr>
            <w:r>
              <w:t>Use that to more fully discuss this topic.</w:t>
            </w:r>
          </w:p>
          <w:p w:rsidR="0010529E" w:rsidRDefault="0010529E" w:rsidP="00DF081A">
            <w:pPr>
              <w:spacing w:after="0" w:line="240" w:lineRule="auto"/>
            </w:pPr>
            <w:r>
              <w:t>Discuss final project (portfolio of photo collection – attached).</w:t>
            </w:r>
          </w:p>
          <w:p w:rsidR="0010529E" w:rsidRPr="00DF081A" w:rsidRDefault="0010529E" w:rsidP="00DF081A">
            <w:pPr>
              <w:spacing w:after="0" w:line="240" w:lineRule="auto"/>
            </w:pPr>
            <w:r>
              <w:t>Wrap up and prep for photo quiz. (Review)</w:t>
            </w:r>
          </w:p>
        </w:tc>
        <w:tc>
          <w:tcPr>
            <w:tcW w:w="2636" w:type="dxa"/>
          </w:tcPr>
          <w:p w:rsidR="0010529E" w:rsidRDefault="0010529E" w:rsidP="00DF081A">
            <w:pPr>
              <w:spacing w:after="0" w:line="240" w:lineRule="auto"/>
            </w:pPr>
            <w:r>
              <w:t>SmartBoard – problems</w:t>
            </w:r>
          </w:p>
          <w:p w:rsidR="0010529E" w:rsidRDefault="0010529E" w:rsidP="00DF081A">
            <w:pPr>
              <w:spacing w:after="0" w:line="240" w:lineRule="auto"/>
            </w:pPr>
          </w:p>
          <w:p w:rsidR="0010529E" w:rsidRDefault="0010529E" w:rsidP="00DF081A">
            <w:pPr>
              <w:spacing w:after="0" w:line="240" w:lineRule="auto"/>
            </w:pPr>
            <w:r>
              <w:t>Video</w:t>
            </w:r>
          </w:p>
          <w:p w:rsidR="0010529E" w:rsidRDefault="0010529E" w:rsidP="00DF081A">
            <w:pPr>
              <w:spacing w:after="0" w:line="240" w:lineRule="auto"/>
            </w:pPr>
          </w:p>
          <w:p w:rsidR="0010529E" w:rsidRPr="00DF081A" w:rsidRDefault="0010529E" w:rsidP="00DF081A">
            <w:pPr>
              <w:spacing w:after="0" w:line="240" w:lineRule="auto"/>
            </w:pPr>
            <w:r>
              <w:t>Quiz on following day – Camera Checkout, Rules for Photographers (at events, etc.)</w:t>
            </w:r>
          </w:p>
        </w:tc>
      </w:tr>
    </w:tbl>
    <w:p w:rsidR="0010529E" w:rsidRDefault="0010529E" w:rsidP="0033085D">
      <w:pPr>
        <w:rPr>
          <w:rFonts w:ascii="Arial" w:hAnsi="Arial" w:cs="Arial"/>
          <w:b/>
          <w:u w:val="single"/>
        </w:rPr>
      </w:pPr>
    </w:p>
    <w:p w:rsidR="0010529E" w:rsidRDefault="0010529E" w:rsidP="0033085D">
      <w:pPr>
        <w:rPr>
          <w:rFonts w:ascii="Arial" w:hAnsi="Arial" w:cs="Arial"/>
          <w:b/>
          <w:u w:val="single"/>
        </w:rPr>
      </w:pPr>
    </w:p>
    <w:p w:rsidR="0010529E" w:rsidRDefault="0010529E" w:rsidP="0033085D">
      <w:pPr>
        <w:rPr>
          <w:rFonts w:ascii="Arial" w:hAnsi="Arial" w:cs="Arial"/>
          <w:b/>
          <w:u w:val="single"/>
        </w:rPr>
      </w:pPr>
    </w:p>
    <w:p w:rsidR="0010529E" w:rsidRPr="00223548" w:rsidRDefault="0010529E" w:rsidP="00223548">
      <w:pPr>
        <w:jc w:val="center"/>
        <w:rPr>
          <w:rFonts w:ascii="Arial" w:hAnsi="Arial" w:cs="Arial"/>
          <w:b/>
          <w:sz w:val="28"/>
          <w:szCs w:val="28"/>
          <w:u w:val="single"/>
        </w:rPr>
      </w:pPr>
      <w:r>
        <w:rPr>
          <w:rFonts w:ascii="Arial" w:hAnsi="Arial" w:cs="Arial"/>
          <w:b/>
          <w:sz w:val="28"/>
          <w:szCs w:val="28"/>
          <w:u w:val="single"/>
        </w:rPr>
        <w:t>Overall Application of GANAG in Planning the Yearbook Photography Unit</w:t>
      </w:r>
    </w:p>
    <w:p w:rsidR="0010529E" w:rsidRPr="006D6E48" w:rsidRDefault="0010529E" w:rsidP="0033085D">
      <w:pPr>
        <w:rPr>
          <w:rFonts w:ascii="Arial" w:hAnsi="Arial" w:cs="Arial"/>
        </w:rPr>
      </w:pPr>
      <w:r w:rsidRPr="006D6E48">
        <w:rPr>
          <w:rFonts w:ascii="Arial" w:hAnsi="Arial" w:cs="Arial"/>
          <w:b/>
          <w:u w:val="single"/>
        </w:rPr>
        <w:t>G</w:t>
      </w:r>
      <w:r w:rsidRPr="006D6E48">
        <w:rPr>
          <w:rFonts w:ascii="Arial" w:hAnsi="Arial" w:cs="Arial"/>
          <w:b/>
        </w:rPr>
        <w:t>oal (objective) of the Yearbook Photography Unit–</w:t>
      </w:r>
      <w:r w:rsidRPr="006D6E48">
        <w:rPr>
          <w:rFonts w:ascii="Arial" w:hAnsi="Arial" w:cs="Arial"/>
        </w:rPr>
        <w:t>Provide a crash course in photography so students can begin their jobs as yearbook photographers. First, the unit will introduce students to the different types of yearbook photography. One lesson focuses on the types of cameras and lenses to be used by the staff. Two days will be spent on elements of photographic composition. A final assessment will be used to determine additional training needs of the staff.</w:t>
      </w:r>
    </w:p>
    <w:p w:rsidR="0010529E" w:rsidRPr="006D6E48" w:rsidRDefault="0010529E" w:rsidP="0033085D">
      <w:pPr>
        <w:rPr>
          <w:rFonts w:ascii="Arial" w:hAnsi="Arial" w:cs="Arial"/>
        </w:rPr>
      </w:pPr>
      <w:r w:rsidRPr="006D6E48">
        <w:rPr>
          <w:rFonts w:ascii="Arial" w:hAnsi="Arial" w:cs="Arial"/>
          <w:b/>
          <w:u w:val="single"/>
        </w:rPr>
        <w:t>A</w:t>
      </w:r>
      <w:r w:rsidRPr="006D6E48">
        <w:rPr>
          <w:rFonts w:ascii="Arial" w:hAnsi="Arial" w:cs="Arial"/>
          <w:b/>
        </w:rPr>
        <w:t>ccess Prior Knowledge –</w:t>
      </w:r>
      <w:r w:rsidRPr="006D6E48">
        <w:rPr>
          <w:rFonts w:ascii="Arial" w:hAnsi="Arial" w:cs="Arial"/>
        </w:rPr>
        <w:t>Students enter yearbook with various types of photography experience. Some have completed Photography I or they currently may be taking Photo I or II. An early pretest will be valuable in more appropriately planning and guiding instruction.</w:t>
      </w:r>
    </w:p>
    <w:p w:rsidR="0010529E" w:rsidRPr="006D6E48" w:rsidRDefault="0010529E" w:rsidP="0033085D">
      <w:pPr>
        <w:rPr>
          <w:rFonts w:ascii="Arial" w:hAnsi="Arial" w:cs="Arial"/>
        </w:rPr>
      </w:pPr>
      <w:r w:rsidRPr="006D6E48">
        <w:rPr>
          <w:rFonts w:ascii="Arial" w:hAnsi="Arial" w:cs="Arial"/>
          <w:b/>
          <w:u w:val="single"/>
        </w:rPr>
        <w:t>N</w:t>
      </w:r>
      <w:r w:rsidRPr="006D6E48">
        <w:rPr>
          <w:rFonts w:ascii="Arial" w:hAnsi="Arial" w:cs="Arial"/>
          <w:b/>
        </w:rPr>
        <w:t>ew Information –</w:t>
      </w:r>
      <w:r w:rsidRPr="006D6E48">
        <w:rPr>
          <w:rFonts w:ascii="Arial" w:hAnsi="Arial" w:cs="Arial"/>
        </w:rPr>
        <w:t>Camera equipment and lenses. Elements of photograp</w:t>
      </w:r>
      <w:r>
        <w:rPr>
          <w:rFonts w:ascii="Arial" w:hAnsi="Arial" w:cs="Arial"/>
        </w:rPr>
        <w:t>hic composition (may have already</w:t>
      </w:r>
      <w:r w:rsidRPr="006D6E48">
        <w:rPr>
          <w:rFonts w:ascii="Arial" w:hAnsi="Arial" w:cs="Arial"/>
        </w:rPr>
        <w:t xml:space="preserve"> studied</w:t>
      </w:r>
      <w:r>
        <w:rPr>
          <w:rFonts w:ascii="Arial" w:hAnsi="Arial" w:cs="Arial"/>
        </w:rPr>
        <w:t xml:space="preserve"> some of these</w:t>
      </w:r>
      <w:r w:rsidRPr="006D6E48">
        <w:rPr>
          <w:rFonts w:ascii="Arial" w:hAnsi="Arial" w:cs="Arial"/>
        </w:rPr>
        <w:t xml:space="preserve"> in fine art courses previously</w:t>
      </w:r>
      <w:r>
        <w:rPr>
          <w:rFonts w:ascii="Arial" w:hAnsi="Arial" w:cs="Arial"/>
        </w:rPr>
        <w:t>)</w:t>
      </w:r>
      <w:r w:rsidRPr="006D6E48">
        <w:rPr>
          <w:rFonts w:ascii="Arial" w:hAnsi="Arial" w:cs="Arial"/>
        </w:rPr>
        <w:t xml:space="preserve">. </w:t>
      </w:r>
      <w:r>
        <w:rPr>
          <w:rFonts w:ascii="Arial" w:hAnsi="Arial" w:cs="Arial"/>
        </w:rPr>
        <w:t>Procedures for checking out school equipment.</w:t>
      </w:r>
    </w:p>
    <w:p w:rsidR="0010529E" w:rsidRPr="006D6E48" w:rsidRDefault="0010529E" w:rsidP="0033085D">
      <w:pPr>
        <w:rPr>
          <w:rFonts w:ascii="Arial" w:hAnsi="Arial" w:cs="Arial"/>
          <w:b/>
        </w:rPr>
      </w:pPr>
      <w:r w:rsidRPr="006D6E48">
        <w:rPr>
          <w:rFonts w:ascii="Arial" w:hAnsi="Arial" w:cs="Arial"/>
          <w:b/>
          <w:u w:val="single"/>
        </w:rPr>
        <w:t>A</w:t>
      </w:r>
      <w:r w:rsidRPr="006D6E48">
        <w:rPr>
          <w:rFonts w:ascii="Arial" w:hAnsi="Arial" w:cs="Arial"/>
          <w:b/>
        </w:rPr>
        <w:t>pply information (practice, analyze) –</w:t>
      </w:r>
      <w:r w:rsidRPr="006D6E48">
        <w:rPr>
          <w:rFonts w:ascii="Arial" w:hAnsi="Arial" w:cs="Arial"/>
        </w:rPr>
        <w:t>Daily exercises, plus final slide show</w:t>
      </w:r>
      <w:r>
        <w:rPr>
          <w:rFonts w:ascii="Arial" w:hAnsi="Arial" w:cs="Arial"/>
        </w:rPr>
        <w:t xml:space="preserve"> created by yearbook partners.</w:t>
      </w:r>
      <w:r w:rsidRPr="006D6E48">
        <w:rPr>
          <w:rFonts w:ascii="Arial" w:hAnsi="Arial" w:cs="Arial"/>
        </w:rPr>
        <w:t xml:space="preserve"> </w:t>
      </w:r>
    </w:p>
    <w:p w:rsidR="0010529E" w:rsidRPr="006D6E48" w:rsidRDefault="0010529E" w:rsidP="0033085D">
      <w:pPr>
        <w:rPr>
          <w:rFonts w:ascii="Arial" w:hAnsi="Arial" w:cs="Arial"/>
          <w:b/>
        </w:rPr>
      </w:pPr>
      <w:r w:rsidRPr="006D6E48">
        <w:rPr>
          <w:rFonts w:ascii="Arial" w:hAnsi="Arial" w:cs="Arial"/>
          <w:b/>
        </w:rPr>
        <w:t xml:space="preserve">Summarize the </w:t>
      </w:r>
      <w:r w:rsidRPr="006D6E48">
        <w:rPr>
          <w:rFonts w:ascii="Arial" w:hAnsi="Arial" w:cs="Arial"/>
          <w:b/>
          <w:u w:val="single"/>
        </w:rPr>
        <w:t>G</w:t>
      </w:r>
      <w:r w:rsidRPr="006D6E48">
        <w:rPr>
          <w:rFonts w:ascii="Arial" w:hAnsi="Arial" w:cs="Arial"/>
          <w:b/>
        </w:rPr>
        <w:t>oal—Daily, as well as at the end of the unit.</w:t>
      </w:r>
      <w:r>
        <w:rPr>
          <w:rFonts w:ascii="Arial" w:hAnsi="Arial" w:cs="Arial"/>
          <w:b/>
        </w:rPr>
        <w:t xml:space="preserve"> </w:t>
      </w:r>
      <w:r w:rsidRPr="006D6E48">
        <w:rPr>
          <w:rFonts w:ascii="Arial" w:hAnsi="Arial" w:cs="Arial"/>
          <w:b/>
        </w:rPr>
        <w:t xml:space="preserve"> </w:t>
      </w:r>
    </w:p>
    <w:p w:rsidR="0010529E" w:rsidRDefault="0010529E" w:rsidP="007C1FF8"/>
    <w:p w:rsidR="0010529E" w:rsidRDefault="0010529E" w:rsidP="007C1FF8"/>
    <w:p w:rsidR="0010529E" w:rsidRDefault="0010529E" w:rsidP="007C1FF8"/>
    <w:p w:rsidR="0010529E" w:rsidRDefault="0010529E" w:rsidP="007C1FF8"/>
    <w:p w:rsidR="0010529E" w:rsidRDefault="0010529E" w:rsidP="007C1FF8"/>
    <w:p w:rsidR="0010529E" w:rsidRDefault="0010529E" w:rsidP="007C1FF8"/>
    <w:p w:rsidR="0010529E" w:rsidRDefault="0010529E" w:rsidP="007C1FF8"/>
    <w:p w:rsidR="0010529E" w:rsidRDefault="0010529E" w:rsidP="007C1FF8"/>
    <w:p w:rsidR="0010529E" w:rsidRDefault="0010529E" w:rsidP="007C1FF8"/>
    <w:p w:rsidR="0010529E" w:rsidRPr="002D00F9" w:rsidRDefault="0010529E" w:rsidP="002D00F9">
      <w:pPr>
        <w:jc w:val="center"/>
        <w:rPr>
          <w:rFonts w:ascii="Arial" w:hAnsi="Arial" w:cs="Arial"/>
          <w:b/>
          <w:sz w:val="28"/>
          <w:szCs w:val="28"/>
          <w:u w:val="single"/>
        </w:rPr>
      </w:pPr>
      <w:r>
        <w:rPr>
          <w:rFonts w:ascii="Arial" w:hAnsi="Arial" w:cs="Arial"/>
          <w:b/>
          <w:sz w:val="28"/>
          <w:szCs w:val="28"/>
          <w:u w:val="single"/>
        </w:rPr>
        <w:t>Daily Planning Guide for the Yearbook Photography Unit</w:t>
      </w:r>
    </w:p>
    <w:p w:rsidR="0010529E" w:rsidRDefault="0010529E" w:rsidP="00FA4EC4">
      <w:pPr>
        <w:spacing w:after="0" w:line="240" w:lineRule="auto"/>
        <w:rPr>
          <w:b/>
        </w:rPr>
      </w:pPr>
      <w:r w:rsidRPr="006D6E48">
        <w:rPr>
          <w:b/>
          <w:sz w:val="24"/>
          <w:szCs w:val="24"/>
        </w:rPr>
        <w:t>LESSON 1: (</w:t>
      </w:r>
      <w:r w:rsidRPr="00DF081A">
        <w:rPr>
          <w:b/>
        </w:rPr>
        <w:t>LESSON 1</w:t>
      </w:r>
      <w:r>
        <w:rPr>
          <w:b/>
        </w:rPr>
        <w:t xml:space="preserve"> – Yearbook Photography (Types)</w:t>
      </w:r>
    </w:p>
    <w:p w:rsidR="0010529E" w:rsidRPr="00FA4EC4" w:rsidRDefault="0010529E" w:rsidP="00FA4EC4">
      <w:pPr>
        <w:spacing w:after="0" w:line="240" w:lineRule="auto"/>
        <w:rPr>
          <w:b/>
        </w:rPr>
      </w:pPr>
    </w:p>
    <w:p w:rsidR="0010529E" w:rsidRPr="00AE6E99" w:rsidRDefault="0010529E" w:rsidP="007C1FF8">
      <w:pPr>
        <w:rPr>
          <w:b/>
        </w:rPr>
      </w:pPr>
      <w:r w:rsidRPr="00AE6E99">
        <w:rPr>
          <w:b/>
        </w:rPr>
        <w:t>STANDARD:</w:t>
      </w:r>
    </w:p>
    <w:p w:rsidR="0010529E" w:rsidRPr="00AE6E99" w:rsidRDefault="0010529E" w:rsidP="007C1FF8">
      <w:pPr>
        <w:rPr>
          <w:b/>
        </w:rPr>
      </w:pPr>
      <w:r w:rsidRPr="00AE6E99">
        <w:rPr>
          <w:b/>
        </w:rPr>
        <w:t>OBJECTIVES:</w:t>
      </w:r>
      <w:r w:rsidRPr="00FA4EC4">
        <w:t xml:space="preserve"> </w:t>
      </w:r>
      <w:r>
        <w:t>Acquaint yearbook students with the types of yearbook photography (sports, academic, etc.)</w:t>
      </w:r>
    </w:p>
    <w:p w:rsidR="0010529E" w:rsidRDefault="0010529E" w:rsidP="00050B59">
      <w:pPr>
        <w:spacing w:after="0" w:line="240" w:lineRule="auto"/>
      </w:pPr>
      <w:r w:rsidRPr="00AE6E99">
        <w:rPr>
          <w:b/>
        </w:rPr>
        <w:t>ANTICIPATORY SET: (OPENING)</w:t>
      </w:r>
      <w:r w:rsidRPr="00FA4EC4">
        <w:t xml:space="preserve"> </w:t>
      </w:r>
      <w:r>
        <w:t xml:space="preserve">Show some of the best pics from </w:t>
      </w:r>
      <w:r w:rsidRPr="00D93C7F">
        <w:rPr>
          <w:i/>
        </w:rPr>
        <w:t>Warrior 2011</w:t>
      </w:r>
      <w:r>
        <w:rPr>
          <w:i/>
        </w:rPr>
        <w:t xml:space="preserve">. </w:t>
      </w:r>
      <w:r>
        <w:t xml:space="preserve">SmartBoard/Photo Peach presentation of </w:t>
      </w:r>
      <w:r w:rsidRPr="00454BDB">
        <w:rPr>
          <w:i/>
        </w:rPr>
        <w:t>Warrior 2011</w:t>
      </w:r>
      <w:r>
        <w:t xml:space="preserve"> photos (20-30 best pics).</w:t>
      </w:r>
    </w:p>
    <w:p w:rsidR="0010529E" w:rsidRDefault="0010529E" w:rsidP="00050B59">
      <w:pPr>
        <w:spacing w:after="0" w:line="240" w:lineRule="auto"/>
      </w:pPr>
    </w:p>
    <w:p w:rsidR="0010529E" w:rsidRDefault="0010529E" w:rsidP="00050B59">
      <w:pPr>
        <w:spacing w:after="0" w:line="240" w:lineRule="auto"/>
      </w:pPr>
      <w:r w:rsidRPr="00AE6E99">
        <w:rPr>
          <w:b/>
        </w:rPr>
        <w:t xml:space="preserve">INSTRUCTIONAL PROCEDURE: </w:t>
      </w:r>
      <w:r>
        <w:t xml:space="preserve">*Show some of the best pics from </w:t>
      </w:r>
      <w:r w:rsidRPr="00D93C7F">
        <w:rPr>
          <w:i/>
        </w:rPr>
        <w:t>Warrior 2011</w:t>
      </w:r>
      <w:r>
        <w:t>.  *Discuss types of yearbook photography.</w:t>
      </w:r>
    </w:p>
    <w:p w:rsidR="0010529E" w:rsidRDefault="0010529E" w:rsidP="00050B59">
      <w:pPr>
        <w:spacing w:after="0" w:line="240" w:lineRule="auto"/>
      </w:pPr>
      <w:r>
        <w:t>*Review 2011 yearbook (small groups). Vote for top five. Group reports.</w:t>
      </w:r>
    </w:p>
    <w:p w:rsidR="0010529E" w:rsidRPr="00050B59" w:rsidRDefault="0010529E" w:rsidP="00050B59">
      <w:pPr>
        <w:spacing w:after="0" w:line="240" w:lineRule="auto"/>
      </w:pPr>
    </w:p>
    <w:p w:rsidR="0010529E" w:rsidRPr="00AE6E99" w:rsidRDefault="0010529E" w:rsidP="007C1FF8">
      <w:pPr>
        <w:rPr>
          <w:b/>
        </w:rPr>
      </w:pPr>
      <w:r w:rsidRPr="00AE6E99">
        <w:rPr>
          <w:b/>
        </w:rPr>
        <w:t>EVALUATION:</w:t>
      </w:r>
      <w:r w:rsidRPr="00050B59">
        <w:t xml:space="preserve"> </w:t>
      </w:r>
      <w:r>
        <w:t>*Exit card. One new piece of information.</w:t>
      </w:r>
    </w:p>
    <w:p w:rsidR="0010529E" w:rsidRDefault="0010529E" w:rsidP="00050B59">
      <w:pPr>
        <w:spacing w:after="0" w:line="240" w:lineRule="auto"/>
      </w:pPr>
      <w:r w:rsidRPr="00AE6E99">
        <w:rPr>
          <w:b/>
        </w:rPr>
        <w:t>TECHNOLOGY USED:</w:t>
      </w:r>
      <w:r w:rsidRPr="00050B59">
        <w:t xml:space="preserve"> </w:t>
      </w:r>
      <w:r>
        <w:t xml:space="preserve">SmartBoard/Photo Peach presentation of </w:t>
      </w:r>
      <w:r w:rsidRPr="00454BDB">
        <w:rPr>
          <w:i/>
        </w:rPr>
        <w:t>Warrior 2011</w:t>
      </w:r>
      <w:r>
        <w:t xml:space="preserve"> photos (20-30 best pics).  Voting (Use ??? for voting)</w:t>
      </w:r>
    </w:p>
    <w:p w:rsidR="0010529E" w:rsidRPr="00050B59" w:rsidRDefault="0010529E" w:rsidP="00050B59">
      <w:pPr>
        <w:spacing w:after="0" w:line="240" w:lineRule="auto"/>
      </w:pPr>
    </w:p>
    <w:p w:rsidR="0010529E" w:rsidRPr="00AE6E99" w:rsidRDefault="0010529E" w:rsidP="006D6E48">
      <w:pPr>
        <w:rPr>
          <w:b/>
        </w:rPr>
      </w:pPr>
      <w:r w:rsidRPr="00AE6E99">
        <w:rPr>
          <w:b/>
        </w:rPr>
        <w:t>WEB SITES USED</w:t>
      </w:r>
      <w:r>
        <w:rPr>
          <w:b/>
        </w:rPr>
        <w:t>:</w:t>
      </w:r>
    </w:p>
    <w:p w:rsidR="0010529E" w:rsidRDefault="0010529E" w:rsidP="006D6E48">
      <w:pPr>
        <w:rPr>
          <w:b/>
          <w:sz w:val="24"/>
          <w:szCs w:val="24"/>
        </w:rPr>
      </w:pPr>
      <w:r>
        <w:rPr>
          <w:b/>
          <w:sz w:val="24"/>
          <w:szCs w:val="24"/>
        </w:rPr>
        <w:t>----------------</w:t>
      </w:r>
    </w:p>
    <w:p w:rsidR="0010529E" w:rsidRDefault="0010529E" w:rsidP="00050B59">
      <w:pPr>
        <w:spacing w:after="0" w:line="240" w:lineRule="auto"/>
        <w:rPr>
          <w:b/>
        </w:rPr>
      </w:pPr>
      <w:r>
        <w:rPr>
          <w:b/>
          <w:sz w:val="24"/>
          <w:szCs w:val="24"/>
        </w:rPr>
        <w:t>LESSON 2</w:t>
      </w:r>
      <w:r w:rsidRPr="006D6E48">
        <w:rPr>
          <w:b/>
          <w:sz w:val="24"/>
          <w:szCs w:val="24"/>
        </w:rPr>
        <w:t>: (</w:t>
      </w:r>
      <w:r>
        <w:rPr>
          <w:b/>
        </w:rPr>
        <w:t>Camera Basics - equipment, checkout, responsibilities)</w:t>
      </w:r>
    </w:p>
    <w:p w:rsidR="0010529E" w:rsidRPr="00050B59" w:rsidRDefault="0010529E" w:rsidP="00050B59">
      <w:pPr>
        <w:spacing w:after="0" w:line="240" w:lineRule="auto"/>
        <w:rPr>
          <w:b/>
        </w:rPr>
      </w:pPr>
    </w:p>
    <w:p w:rsidR="0010529E" w:rsidRPr="00AE6E99" w:rsidRDefault="0010529E" w:rsidP="00AE6E99">
      <w:pPr>
        <w:rPr>
          <w:b/>
        </w:rPr>
      </w:pPr>
      <w:r w:rsidRPr="00AE6E99">
        <w:rPr>
          <w:b/>
        </w:rPr>
        <w:t>STANDARD:</w:t>
      </w:r>
    </w:p>
    <w:p w:rsidR="0010529E" w:rsidRDefault="0010529E" w:rsidP="00050B59">
      <w:pPr>
        <w:spacing w:after="0" w:line="240" w:lineRule="auto"/>
      </w:pPr>
      <w:r w:rsidRPr="00AE6E99">
        <w:rPr>
          <w:b/>
        </w:rPr>
        <w:t>OBJECTIVES:</w:t>
      </w:r>
      <w:r>
        <w:rPr>
          <w:b/>
        </w:rPr>
        <w:t xml:space="preserve"> </w:t>
      </w:r>
      <w:r>
        <w:t>Introduce staff to different camera equipment. Understand the vocabulary for unit. Follow the procedures for checking out equipment.</w:t>
      </w:r>
    </w:p>
    <w:p w:rsidR="0010529E" w:rsidRPr="00050B59" w:rsidRDefault="0010529E" w:rsidP="00050B59">
      <w:pPr>
        <w:spacing w:after="0" w:line="240" w:lineRule="auto"/>
      </w:pPr>
    </w:p>
    <w:p w:rsidR="0010529E" w:rsidRPr="00AE6E99" w:rsidRDefault="0010529E" w:rsidP="00AE6E99">
      <w:pPr>
        <w:rPr>
          <w:b/>
        </w:rPr>
      </w:pPr>
      <w:r w:rsidRPr="00AE6E99">
        <w:rPr>
          <w:b/>
        </w:rPr>
        <w:t>ANTICIPATORY SET: (</w:t>
      </w:r>
      <w:r>
        <w:t>*Pretest – What do you know?</w:t>
      </w:r>
      <w:r w:rsidRPr="00AE6E99">
        <w:rPr>
          <w:b/>
        </w:rPr>
        <w:t>)</w:t>
      </w:r>
    </w:p>
    <w:p w:rsidR="0010529E" w:rsidRDefault="0010529E" w:rsidP="00050B59">
      <w:pPr>
        <w:spacing w:after="0" w:line="240" w:lineRule="auto"/>
      </w:pPr>
      <w:r w:rsidRPr="00AE6E99">
        <w:rPr>
          <w:b/>
        </w:rPr>
        <w:t xml:space="preserve">INSTRUCTIONAL PROCEDURE: </w:t>
      </w:r>
      <w:r>
        <w:t xml:space="preserve">  *Introduce the vocabulary for the unit. *Watch video about new camera equipment.</w:t>
      </w:r>
    </w:p>
    <w:p w:rsidR="0010529E" w:rsidRPr="00AE6E99" w:rsidRDefault="0010529E" w:rsidP="00050B59">
      <w:pPr>
        <w:rPr>
          <w:b/>
        </w:rPr>
      </w:pPr>
      <w:r>
        <w:t>*Complete a computer scavenger hunt to learn about the yearbook cameras and lenses.</w:t>
      </w:r>
    </w:p>
    <w:p w:rsidR="0010529E" w:rsidRPr="00AE6E99" w:rsidRDefault="0010529E" w:rsidP="00AE6E99">
      <w:pPr>
        <w:rPr>
          <w:b/>
        </w:rPr>
      </w:pPr>
      <w:r w:rsidRPr="00AE6E99">
        <w:rPr>
          <w:b/>
        </w:rPr>
        <w:t>EVALUATION:</w:t>
      </w:r>
      <w:r>
        <w:rPr>
          <w:b/>
        </w:rPr>
        <w:t xml:space="preserve"> Post Test</w:t>
      </w:r>
    </w:p>
    <w:p w:rsidR="0010529E" w:rsidRDefault="0010529E" w:rsidP="00050B59">
      <w:pPr>
        <w:spacing w:after="0" w:line="240" w:lineRule="auto"/>
      </w:pPr>
      <w:r w:rsidRPr="00AE6E99">
        <w:rPr>
          <w:b/>
        </w:rPr>
        <w:t>TECHNOLOGY USED:</w:t>
      </w:r>
      <w:r w:rsidRPr="00050B59">
        <w:t xml:space="preserve"> </w:t>
      </w:r>
      <w:r>
        <w:t>SmartBoard (background, types of cameras). Video – Canon Tsi3. Computers for scavenger hunt. Cameras and lenses.</w:t>
      </w:r>
    </w:p>
    <w:p w:rsidR="0010529E" w:rsidRPr="00050B59" w:rsidRDefault="0010529E" w:rsidP="00050B59">
      <w:pPr>
        <w:spacing w:after="0" w:line="240" w:lineRule="auto"/>
      </w:pPr>
    </w:p>
    <w:p w:rsidR="0010529E" w:rsidRPr="00AE6E99" w:rsidRDefault="0010529E" w:rsidP="006D6E48">
      <w:pPr>
        <w:rPr>
          <w:b/>
        </w:rPr>
      </w:pPr>
      <w:r w:rsidRPr="00AE6E99">
        <w:rPr>
          <w:b/>
        </w:rPr>
        <w:t>WEB SITES USED</w:t>
      </w:r>
      <w:r>
        <w:rPr>
          <w:b/>
        </w:rPr>
        <w:t>:</w:t>
      </w:r>
    </w:p>
    <w:p w:rsidR="0010529E" w:rsidRPr="006D6E48" w:rsidRDefault="0010529E" w:rsidP="006D6E48">
      <w:pPr>
        <w:rPr>
          <w:b/>
          <w:sz w:val="24"/>
          <w:szCs w:val="24"/>
        </w:rPr>
      </w:pPr>
      <w:r>
        <w:rPr>
          <w:b/>
          <w:sz w:val="24"/>
          <w:szCs w:val="24"/>
        </w:rPr>
        <w:t>--------------------</w:t>
      </w:r>
    </w:p>
    <w:p w:rsidR="0010529E" w:rsidRPr="006D6E48" w:rsidRDefault="0010529E" w:rsidP="006D6E48">
      <w:pPr>
        <w:rPr>
          <w:b/>
          <w:sz w:val="24"/>
          <w:szCs w:val="24"/>
        </w:rPr>
      </w:pPr>
      <w:r>
        <w:rPr>
          <w:b/>
          <w:sz w:val="24"/>
          <w:szCs w:val="24"/>
        </w:rPr>
        <w:t>LESSON 3</w:t>
      </w:r>
      <w:r w:rsidRPr="006D6E48">
        <w:rPr>
          <w:b/>
          <w:sz w:val="24"/>
          <w:szCs w:val="24"/>
        </w:rPr>
        <w:t>: (</w:t>
      </w:r>
      <w:r>
        <w:rPr>
          <w:sz w:val="24"/>
          <w:szCs w:val="24"/>
        </w:rPr>
        <w:t>Recognize the basics of photographic composition.</w:t>
      </w:r>
      <w:r w:rsidRPr="006D6E48">
        <w:rPr>
          <w:b/>
          <w:sz w:val="24"/>
          <w:szCs w:val="24"/>
        </w:rPr>
        <w:t>)</w:t>
      </w:r>
    </w:p>
    <w:p w:rsidR="0010529E" w:rsidRPr="00AE6E99" w:rsidRDefault="0010529E" w:rsidP="006D6E48">
      <w:pPr>
        <w:rPr>
          <w:b/>
        </w:rPr>
      </w:pPr>
      <w:r w:rsidRPr="00AE6E99">
        <w:rPr>
          <w:b/>
        </w:rPr>
        <w:t>STANDARD:</w:t>
      </w:r>
    </w:p>
    <w:p w:rsidR="0010529E" w:rsidRPr="00AE6E99" w:rsidRDefault="0010529E" w:rsidP="006D6E48">
      <w:pPr>
        <w:rPr>
          <w:b/>
        </w:rPr>
      </w:pPr>
      <w:r w:rsidRPr="00AE6E99">
        <w:rPr>
          <w:b/>
        </w:rPr>
        <w:t>OBJECTIVES:</w:t>
      </w:r>
      <w:r w:rsidRPr="00050B59">
        <w:t xml:space="preserve"> </w:t>
      </w:r>
      <w:r>
        <w:t>Introduce selected photo composition terms.</w:t>
      </w:r>
      <w:r>
        <w:rPr>
          <w:b/>
        </w:rPr>
        <w:t xml:space="preserve"> </w:t>
      </w:r>
    </w:p>
    <w:p w:rsidR="0010529E" w:rsidRDefault="0010529E" w:rsidP="00050B59">
      <w:pPr>
        <w:spacing w:after="0" w:line="240" w:lineRule="auto"/>
      </w:pPr>
      <w:r w:rsidRPr="00AE6E99">
        <w:rPr>
          <w:b/>
        </w:rPr>
        <w:t>ANTICIPATORY SET: (</w:t>
      </w:r>
      <w:r>
        <w:t xml:space="preserve">Scavenger hunt results) </w:t>
      </w:r>
    </w:p>
    <w:p w:rsidR="0010529E" w:rsidRPr="00050B59" w:rsidRDefault="0010529E" w:rsidP="00050B59">
      <w:pPr>
        <w:spacing w:after="0" w:line="240" w:lineRule="auto"/>
      </w:pPr>
    </w:p>
    <w:p w:rsidR="0010529E" w:rsidRDefault="0010529E" w:rsidP="00050B59">
      <w:pPr>
        <w:spacing w:after="0" w:line="240" w:lineRule="auto"/>
      </w:pPr>
      <w:r w:rsidRPr="00AE6E99">
        <w:rPr>
          <w:b/>
        </w:rPr>
        <w:t xml:space="preserve">INSTRUCTIONAL PROCEDURE: </w:t>
      </w:r>
      <w:r>
        <w:t xml:space="preserve">Handout – 10 elements of photographic composition. Partners will define elements., then apply this knowledge. </w:t>
      </w:r>
    </w:p>
    <w:p w:rsidR="0010529E" w:rsidRDefault="0010529E" w:rsidP="00050B59">
      <w:pPr>
        <w:spacing w:after="0" w:line="240" w:lineRule="auto"/>
      </w:pPr>
      <w:r>
        <w:t>Apply terms/analyze various photos provided. Select Internet images or personal images that reflect elements studied in this lesson.</w:t>
      </w:r>
    </w:p>
    <w:p w:rsidR="0010529E" w:rsidRDefault="0010529E" w:rsidP="00050B59">
      <w:pPr>
        <w:spacing w:after="0" w:line="240" w:lineRule="auto"/>
      </w:pPr>
    </w:p>
    <w:p w:rsidR="0010529E" w:rsidRPr="00AE6E99" w:rsidRDefault="0010529E" w:rsidP="006D6E48">
      <w:pPr>
        <w:rPr>
          <w:b/>
        </w:rPr>
      </w:pPr>
      <w:r w:rsidRPr="00AE6E99">
        <w:rPr>
          <w:b/>
        </w:rPr>
        <w:t>EVALUATION:</w:t>
      </w:r>
      <w:r w:rsidRPr="00050B59">
        <w:t xml:space="preserve"> </w:t>
      </w:r>
      <w:r>
        <w:t>Discussion of quality photos that contain more than one element. Pair/share and report back to large group.</w:t>
      </w:r>
    </w:p>
    <w:p w:rsidR="0010529E" w:rsidRPr="00AE6E99" w:rsidRDefault="0010529E" w:rsidP="006D6E48">
      <w:pPr>
        <w:rPr>
          <w:b/>
        </w:rPr>
      </w:pPr>
      <w:r w:rsidRPr="00AE6E99">
        <w:rPr>
          <w:b/>
        </w:rPr>
        <w:t>TECHNOLOGY USED:</w:t>
      </w:r>
      <w:r w:rsidRPr="00023BA2">
        <w:t xml:space="preserve"> </w:t>
      </w:r>
      <w:r>
        <w:t>SmartBoard, PowerPoint/Slideshare, Internet activity to select photos.</w:t>
      </w:r>
    </w:p>
    <w:p w:rsidR="0010529E" w:rsidRPr="00023BA2" w:rsidRDefault="0010529E" w:rsidP="00023BA2">
      <w:pPr>
        <w:spacing w:after="0" w:line="240" w:lineRule="auto"/>
      </w:pPr>
      <w:r w:rsidRPr="00AE6E99">
        <w:rPr>
          <w:b/>
        </w:rPr>
        <w:t>WEB SITES USED:</w:t>
      </w:r>
      <w:r w:rsidRPr="00023BA2">
        <w:t xml:space="preserve"> </w:t>
      </w:r>
    </w:p>
    <w:p w:rsidR="0010529E" w:rsidRPr="00AE6E99" w:rsidRDefault="0010529E" w:rsidP="006D6E48">
      <w:pPr>
        <w:rPr>
          <w:b/>
        </w:rPr>
      </w:pPr>
      <w:r>
        <w:rPr>
          <w:b/>
        </w:rPr>
        <w:t>-----------------------</w:t>
      </w:r>
    </w:p>
    <w:p w:rsidR="0010529E" w:rsidRPr="006D6E48" w:rsidRDefault="0010529E" w:rsidP="006D6E48">
      <w:pPr>
        <w:rPr>
          <w:b/>
          <w:sz w:val="24"/>
          <w:szCs w:val="24"/>
        </w:rPr>
      </w:pPr>
      <w:r>
        <w:rPr>
          <w:b/>
          <w:sz w:val="24"/>
          <w:szCs w:val="24"/>
        </w:rPr>
        <w:t>LESSON 4</w:t>
      </w:r>
      <w:r w:rsidRPr="006D6E48">
        <w:rPr>
          <w:b/>
          <w:sz w:val="24"/>
          <w:szCs w:val="24"/>
        </w:rPr>
        <w:t>: (</w:t>
      </w:r>
      <w:r>
        <w:rPr>
          <w:sz w:val="24"/>
          <w:szCs w:val="24"/>
        </w:rPr>
        <w:t>Recognize the basics of photographic composition. Dig deeper.</w:t>
      </w:r>
      <w:r w:rsidRPr="006D6E48">
        <w:rPr>
          <w:b/>
          <w:sz w:val="24"/>
          <w:szCs w:val="24"/>
        </w:rPr>
        <w:t>)</w:t>
      </w:r>
    </w:p>
    <w:p w:rsidR="0010529E" w:rsidRPr="00AE6E99" w:rsidRDefault="0010529E" w:rsidP="006D6E48">
      <w:pPr>
        <w:rPr>
          <w:b/>
        </w:rPr>
      </w:pPr>
      <w:r w:rsidRPr="00AE6E99">
        <w:rPr>
          <w:b/>
        </w:rPr>
        <w:t>STANDARD:</w:t>
      </w:r>
    </w:p>
    <w:p w:rsidR="0010529E" w:rsidRPr="00AE6E99" w:rsidRDefault="0010529E" w:rsidP="000D5C7B">
      <w:pPr>
        <w:rPr>
          <w:b/>
        </w:rPr>
      </w:pPr>
      <w:r w:rsidRPr="00AE6E99">
        <w:rPr>
          <w:b/>
        </w:rPr>
        <w:t>OBJECTIVES:</w:t>
      </w:r>
      <w:r w:rsidRPr="00050B59">
        <w:t xml:space="preserve"> </w:t>
      </w:r>
      <w:r>
        <w:t>Introduce selected photo composition terms for 2</w:t>
      </w:r>
      <w:r w:rsidRPr="000D5C7B">
        <w:rPr>
          <w:vertAlign w:val="superscript"/>
        </w:rPr>
        <w:t>nd</w:t>
      </w:r>
      <w:r>
        <w:t xml:space="preserve"> day of study</w:t>
      </w:r>
      <w:r>
        <w:rPr>
          <w:b/>
        </w:rPr>
        <w:t xml:space="preserve"> </w:t>
      </w:r>
    </w:p>
    <w:p w:rsidR="0010529E" w:rsidRDefault="0010529E" w:rsidP="000D5C7B">
      <w:pPr>
        <w:spacing w:after="0" w:line="240" w:lineRule="auto"/>
      </w:pPr>
      <w:r w:rsidRPr="00AE6E99">
        <w:rPr>
          <w:b/>
        </w:rPr>
        <w:t xml:space="preserve">ANTICIPATORY SET: </w:t>
      </w:r>
      <w:r>
        <w:t xml:space="preserve"> Photo show (elements introduced on day three).</w:t>
      </w:r>
    </w:p>
    <w:p w:rsidR="0010529E" w:rsidRDefault="0010529E" w:rsidP="000D5C7B">
      <w:pPr>
        <w:spacing w:after="0" w:line="240" w:lineRule="auto"/>
      </w:pPr>
    </w:p>
    <w:p w:rsidR="0010529E" w:rsidRDefault="0010529E" w:rsidP="00023BA2">
      <w:pPr>
        <w:spacing w:after="0" w:line="240" w:lineRule="auto"/>
      </w:pPr>
      <w:r w:rsidRPr="00AE6E99">
        <w:rPr>
          <w:b/>
        </w:rPr>
        <w:t xml:space="preserve">INSTRUCTIONAL PROCEDURE: </w:t>
      </w:r>
      <w:r>
        <w:t>Handout – (11-21) elements of photographic composition. Partners will finish defining elements and will then apply terms/analyze photos provided</w:t>
      </w:r>
    </w:p>
    <w:p w:rsidR="0010529E" w:rsidRDefault="0010529E" w:rsidP="00023BA2">
      <w:pPr>
        <w:spacing w:after="0" w:line="240" w:lineRule="auto"/>
      </w:pPr>
    </w:p>
    <w:p w:rsidR="0010529E" w:rsidRPr="00AE6E99" w:rsidRDefault="0010529E" w:rsidP="00023BA2">
      <w:pPr>
        <w:rPr>
          <w:b/>
        </w:rPr>
      </w:pPr>
      <w:r w:rsidRPr="00AE6E99">
        <w:rPr>
          <w:b/>
        </w:rPr>
        <w:t>EVALUATION:</w:t>
      </w:r>
      <w:r w:rsidRPr="00050B59">
        <w:t xml:space="preserve"> </w:t>
      </w:r>
      <w:r>
        <w:t>Discussion of quality photos that contain more than one element. Pair/share and report back to large group.</w:t>
      </w:r>
    </w:p>
    <w:p w:rsidR="0010529E" w:rsidRPr="00AE6E99" w:rsidRDefault="0010529E" w:rsidP="00023BA2">
      <w:pPr>
        <w:rPr>
          <w:b/>
        </w:rPr>
      </w:pPr>
      <w:r w:rsidRPr="00AE6E99">
        <w:rPr>
          <w:b/>
        </w:rPr>
        <w:t>TECHNOLOGY USED:</w:t>
      </w:r>
      <w:r w:rsidRPr="00023BA2">
        <w:t xml:space="preserve"> </w:t>
      </w:r>
      <w:r>
        <w:t>SmartBoard, PowerPoint/Slideshare, Internet activity to select photos.</w:t>
      </w:r>
    </w:p>
    <w:p w:rsidR="0010529E" w:rsidRPr="00023BA2" w:rsidRDefault="0010529E" w:rsidP="00023BA2">
      <w:pPr>
        <w:spacing w:after="0" w:line="240" w:lineRule="auto"/>
      </w:pPr>
      <w:r w:rsidRPr="00AE6E99">
        <w:rPr>
          <w:b/>
        </w:rPr>
        <w:t>WEB SITES USED:</w:t>
      </w:r>
      <w:r w:rsidRPr="00023BA2">
        <w:t xml:space="preserve"> </w:t>
      </w:r>
    </w:p>
    <w:p w:rsidR="0010529E" w:rsidRPr="00751737" w:rsidRDefault="0010529E" w:rsidP="006D6E48">
      <w:pPr>
        <w:rPr>
          <w:b/>
        </w:rPr>
      </w:pPr>
      <w:r>
        <w:rPr>
          <w:b/>
        </w:rPr>
        <w:t>-------------------------</w:t>
      </w:r>
    </w:p>
    <w:p w:rsidR="0010529E" w:rsidRDefault="0010529E" w:rsidP="00AF23C6">
      <w:pPr>
        <w:spacing w:after="0" w:line="240" w:lineRule="auto"/>
        <w:rPr>
          <w:b/>
          <w:sz w:val="24"/>
          <w:szCs w:val="24"/>
        </w:rPr>
      </w:pPr>
      <w:r>
        <w:rPr>
          <w:b/>
          <w:sz w:val="24"/>
          <w:szCs w:val="24"/>
        </w:rPr>
        <w:t>LESSON 5</w:t>
      </w:r>
      <w:r w:rsidRPr="006D6E48">
        <w:rPr>
          <w:b/>
          <w:sz w:val="24"/>
          <w:szCs w:val="24"/>
        </w:rPr>
        <w:t>: (</w:t>
      </w:r>
      <w:r>
        <w:rPr>
          <w:b/>
        </w:rPr>
        <w:t>Putting It All Together –Avoiding some common problems</w:t>
      </w:r>
      <w:r w:rsidRPr="006D6E48">
        <w:rPr>
          <w:b/>
          <w:sz w:val="24"/>
          <w:szCs w:val="24"/>
        </w:rPr>
        <w:t>)</w:t>
      </w:r>
    </w:p>
    <w:p w:rsidR="0010529E" w:rsidRPr="00AF23C6" w:rsidRDefault="0010529E" w:rsidP="00AF23C6">
      <w:pPr>
        <w:spacing w:after="0" w:line="240" w:lineRule="auto"/>
        <w:rPr>
          <w:b/>
        </w:rPr>
      </w:pPr>
    </w:p>
    <w:p w:rsidR="0010529E" w:rsidRDefault="0010529E" w:rsidP="00AF23C6">
      <w:pPr>
        <w:widowControl w:val="0"/>
        <w:overflowPunct w:val="0"/>
        <w:autoSpaceDE w:val="0"/>
        <w:autoSpaceDN w:val="0"/>
        <w:adjustRightInd w:val="0"/>
        <w:spacing w:after="0" w:line="240" w:lineRule="auto"/>
        <w:rPr>
          <w:sz w:val="24"/>
          <w:szCs w:val="24"/>
        </w:rPr>
      </w:pPr>
      <w:r w:rsidRPr="00AE6E99">
        <w:rPr>
          <w:b/>
        </w:rPr>
        <w:t>STANDARD:</w:t>
      </w:r>
      <w:r w:rsidRPr="00AF23C6">
        <w:rPr>
          <w:sz w:val="24"/>
          <w:szCs w:val="24"/>
        </w:rPr>
        <w:t xml:space="preserve"> </w:t>
      </w:r>
      <w:r>
        <w:rPr>
          <w:sz w:val="24"/>
          <w:szCs w:val="24"/>
        </w:rPr>
        <w:t>Recognize common photographic problems.</w:t>
      </w:r>
    </w:p>
    <w:p w:rsidR="0010529E" w:rsidRDefault="0010529E" w:rsidP="00AF23C6">
      <w:pPr>
        <w:widowControl w:val="0"/>
        <w:overflowPunct w:val="0"/>
        <w:autoSpaceDE w:val="0"/>
        <w:autoSpaceDN w:val="0"/>
        <w:adjustRightInd w:val="0"/>
        <w:spacing w:after="0" w:line="240" w:lineRule="auto"/>
        <w:rPr>
          <w:sz w:val="24"/>
          <w:szCs w:val="24"/>
        </w:rPr>
      </w:pPr>
    </w:p>
    <w:p w:rsidR="0010529E" w:rsidRPr="00AE6E99" w:rsidRDefault="0010529E" w:rsidP="00AE6E99">
      <w:pPr>
        <w:rPr>
          <w:b/>
        </w:rPr>
      </w:pPr>
      <w:r w:rsidRPr="00AE6E99">
        <w:rPr>
          <w:b/>
        </w:rPr>
        <w:t>OBJECTIVES:</w:t>
      </w:r>
      <w:r w:rsidRPr="00AF23C6">
        <w:rPr>
          <w:sz w:val="24"/>
          <w:szCs w:val="24"/>
        </w:rPr>
        <w:t xml:space="preserve"> </w:t>
      </w:r>
      <w:r>
        <w:t>This day’s lesson focuses on common problems yearbook photographers face and how to avoid these (from planning to lighting, cropping, etc.)</w:t>
      </w:r>
    </w:p>
    <w:p w:rsidR="0010529E" w:rsidRDefault="0010529E" w:rsidP="00AF23C6">
      <w:pPr>
        <w:spacing w:after="0" w:line="240" w:lineRule="auto"/>
      </w:pPr>
      <w:r w:rsidRPr="00AE6E99">
        <w:rPr>
          <w:b/>
        </w:rPr>
        <w:t xml:space="preserve">ANTICIPATORY SET: </w:t>
      </w:r>
      <w:r>
        <w:t>What do you know? Skit by returning students.</w:t>
      </w:r>
    </w:p>
    <w:p w:rsidR="0010529E" w:rsidRDefault="0010529E" w:rsidP="00AF23C6">
      <w:pPr>
        <w:spacing w:after="0" w:line="240" w:lineRule="auto"/>
      </w:pPr>
    </w:p>
    <w:p w:rsidR="0010529E" w:rsidRDefault="0010529E" w:rsidP="000A475C">
      <w:pPr>
        <w:spacing w:after="0" w:line="240" w:lineRule="auto"/>
      </w:pPr>
      <w:r w:rsidRPr="00AE6E99">
        <w:rPr>
          <w:b/>
        </w:rPr>
        <w:t>INSTRUCTIONAL PROCEDURE:</w:t>
      </w:r>
      <w:r w:rsidRPr="00AF23C6">
        <w:t xml:space="preserve"> </w:t>
      </w:r>
      <w:r>
        <w:t>Activity – Rank potential problem areas faced by yearbook photographers. Use that to more fully discuss this topic.   Discuss final project (portfolio of photo collection – attached</w:t>
      </w:r>
    </w:p>
    <w:p w:rsidR="0010529E" w:rsidRPr="000A475C" w:rsidRDefault="0010529E" w:rsidP="000A475C">
      <w:pPr>
        <w:spacing w:after="0" w:line="240" w:lineRule="auto"/>
      </w:pPr>
    </w:p>
    <w:p w:rsidR="0010529E" w:rsidRPr="00AE6E99" w:rsidRDefault="0010529E" w:rsidP="00AE6E99">
      <w:pPr>
        <w:rPr>
          <w:b/>
        </w:rPr>
      </w:pPr>
      <w:r w:rsidRPr="00AE6E99">
        <w:rPr>
          <w:b/>
        </w:rPr>
        <w:t>EVALUATION:</w:t>
      </w:r>
      <w:r>
        <w:rPr>
          <w:b/>
        </w:rPr>
        <w:t xml:space="preserve"> Review for photo quiz.</w:t>
      </w:r>
      <w:r w:rsidRPr="000A475C">
        <w:t xml:space="preserve"> </w:t>
      </w:r>
      <w:r>
        <w:t xml:space="preserve"> Quiz on following day – Camera Checkout, Rules for Photographers (at events, etc.)</w:t>
      </w:r>
    </w:p>
    <w:p w:rsidR="0010529E" w:rsidRDefault="0010529E" w:rsidP="000A475C">
      <w:pPr>
        <w:spacing w:after="0" w:line="240" w:lineRule="auto"/>
      </w:pPr>
      <w:r w:rsidRPr="00AE6E99">
        <w:rPr>
          <w:b/>
        </w:rPr>
        <w:t>TECHNOLOGY USED:</w:t>
      </w:r>
      <w:r w:rsidRPr="000A475C">
        <w:t xml:space="preserve"> </w:t>
      </w:r>
      <w:r>
        <w:t>SmartBoard – problems. Video</w:t>
      </w:r>
    </w:p>
    <w:p w:rsidR="0010529E" w:rsidRDefault="0010529E" w:rsidP="000A475C">
      <w:pPr>
        <w:spacing w:after="0" w:line="240" w:lineRule="auto"/>
      </w:pPr>
    </w:p>
    <w:p w:rsidR="0010529E" w:rsidRPr="00AE6E99" w:rsidRDefault="0010529E" w:rsidP="00AE6E99">
      <w:pPr>
        <w:rPr>
          <w:b/>
        </w:rPr>
      </w:pPr>
      <w:r w:rsidRPr="00AE6E99">
        <w:rPr>
          <w:b/>
        </w:rPr>
        <w:t>WEB SITES USED</w:t>
      </w:r>
      <w:r>
        <w:rPr>
          <w:b/>
        </w:rPr>
        <w:t>:</w:t>
      </w:r>
    </w:p>
    <w:p w:rsidR="0010529E" w:rsidRDefault="0010529E" w:rsidP="007C1FF8">
      <w:pPr>
        <w:rPr>
          <w:b/>
          <w:sz w:val="36"/>
          <w:szCs w:val="36"/>
        </w:rPr>
      </w:pPr>
    </w:p>
    <w:p w:rsidR="0010529E" w:rsidRDefault="0010529E" w:rsidP="007C1FF8">
      <w:pPr>
        <w:rPr>
          <w:b/>
          <w:sz w:val="36"/>
          <w:szCs w:val="36"/>
        </w:rPr>
      </w:pPr>
    </w:p>
    <w:p w:rsidR="0010529E" w:rsidRDefault="0010529E" w:rsidP="007C1FF8">
      <w:pPr>
        <w:rPr>
          <w:b/>
          <w:sz w:val="36"/>
          <w:szCs w:val="36"/>
        </w:rPr>
      </w:pPr>
    </w:p>
    <w:p w:rsidR="0010529E" w:rsidRDefault="0010529E" w:rsidP="007C1FF8">
      <w:pPr>
        <w:rPr>
          <w:b/>
          <w:sz w:val="36"/>
          <w:szCs w:val="36"/>
        </w:rPr>
      </w:pPr>
      <w:bookmarkStart w:id="0" w:name="_GoBack"/>
      <w:bookmarkEnd w:id="0"/>
    </w:p>
    <w:tbl>
      <w:tblPr>
        <w:tblW w:w="12980" w:type="dxa"/>
        <w:tblCellMar>
          <w:left w:w="0" w:type="dxa"/>
          <w:right w:w="0" w:type="dxa"/>
        </w:tblCellMar>
        <w:tblLook w:val="0000"/>
      </w:tblPr>
      <w:tblGrid>
        <w:gridCol w:w="5214"/>
        <w:gridCol w:w="94"/>
        <w:gridCol w:w="86"/>
        <w:gridCol w:w="7586"/>
      </w:tblGrid>
      <w:tr w:rsidR="0010529E" w:rsidRPr="0034070C" w:rsidTr="00FA4EC4">
        <w:trPr>
          <w:trHeight w:val="1258"/>
        </w:trPr>
        <w:tc>
          <w:tcPr>
            <w:tcW w:w="5214" w:type="dxa"/>
            <w:tcBorders>
              <w:top w:val="nil"/>
              <w:left w:val="nil"/>
              <w:bottom w:val="nil"/>
              <w:right w:val="nil"/>
            </w:tcBorders>
            <w:tcMar>
              <w:top w:w="20" w:type="dxa"/>
              <w:left w:w="20" w:type="dxa"/>
              <w:bottom w:w="0" w:type="dxa"/>
              <w:right w:w="20" w:type="dxa"/>
            </w:tcMar>
            <w:vAlign w:val="bottom"/>
          </w:tcPr>
          <w:p w:rsidR="0010529E" w:rsidRPr="0034070C" w:rsidRDefault="0010529E" w:rsidP="009A5525">
            <w:pPr>
              <w:rPr>
                <w:b/>
                <w:bCs/>
              </w:rPr>
            </w:pPr>
            <w:r w:rsidRPr="0034070C">
              <w:rPr>
                <w:b/>
                <w:bCs/>
              </w:rPr>
              <w:t xml:space="preserve">South Dakota CTE Content Standard 3: </w:t>
            </w:r>
            <w:r w:rsidRPr="0034070C">
              <w:t>Students will understand the relationship between visual arts and history, culture, and society.</w:t>
            </w:r>
          </w:p>
        </w:tc>
        <w:tc>
          <w:tcPr>
            <w:tcW w:w="180" w:type="dxa"/>
            <w:gridSpan w:val="2"/>
            <w:tcBorders>
              <w:top w:val="nil"/>
              <w:left w:val="nil"/>
              <w:bottom w:val="nil"/>
              <w:right w:val="nil"/>
            </w:tcBorders>
            <w:tcMar>
              <w:top w:w="20" w:type="dxa"/>
              <w:left w:w="20" w:type="dxa"/>
              <w:bottom w:w="0" w:type="dxa"/>
              <w:right w:w="20" w:type="dxa"/>
            </w:tcMar>
            <w:vAlign w:val="bottom"/>
          </w:tcPr>
          <w:p w:rsidR="0010529E" w:rsidRDefault="0010529E" w:rsidP="009A5525">
            <w:pPr>
              <w:rPr>
                <w:b/>
                <w:bCs/>
                <w:sz w:val="20"/>
                <w:szCs w:val="20"/>
              </w:rPr>
            </w:pPr>
          </w:p>
        </w:tc>
        <w:tc>
          <w:tcPr>
            <w:tcW w:w="7586" w:type="dxa"/>
            <w:tcBorders>
              <w:top w:val="nil"/>
              <w:left w:val="nil"/>
              <w:bottom w:val="nil"/>
              <w:right w:val="nil"/>
            </w:tcBorders>
            <w:tcMar>
              <w:top w:w="20" w:type="dxa"/>
              <w:left w:w="20" w:type="dxa"/>
              <w:bottom w:w="0" w:type="dxa"/>
              <w:right w:w="20" w:type="dxa"/>
            </w:tcMar>
            <w:vAlign w:val="bottom"/>
          </w:tcPr>
          <w:p w:rsidR="0010529E" w:rsidRPr="0034070C" w:rsidRDefault="0010529E" w:rsidP="009A5525">
            <w:pPr>
              <w:rPr>
                <w:rFonts w:ascii="Arial" w:hAnsi="Arial" w:cs="Arial"/>
                <w:sz w:val="20"/>
                <w:szCs w:val="20"/>
              </w:rPr>
            </w:pPr>
            <w:r w:rsidRPr="0034070C">
              <w:rPr>
                <w:rFonts w:ascii="Arial" w:hAnsi="Arial" w:cs="Arial"/>
                <w:sz w:val="20"/>
                <w:szCs w:val="20"/>
              </w:rPr>
              <w:t>Students will understand and use photography and graphic design to create visual elements in the yearbook.</w:t>
            </w:r>
          </w:p>
        </w:tc>
      </w:tr>
      <w:tr w:rsidR="0010529E" w:rsidTr="00FA4EC4">
        <w:trPr>
          <w:trHeight w:val="690"/>
        </w:trPr>
        <w:tc>
          <w:tcPr>
            <w:tcW w:w="5308" w:type="dxa"/>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0529E" w:rsidRPr="0034070C" w:rsidRDefault="0010529E" w:rsidP="009A5525">
            <w:pPr>
              <w:rPr>
                <w:b/>
                <w:bCs/>
              </w:rPr>
            </w:pPr>
            <w:r w:rsidRPr="0034070C">
              <w:rPr>
                <w:b/>
                <w:bCs/>
              </w:rPr>
              <w:t>12.LVS. 1.2. Students can evaluate the interactions between society and media.</w:t>
            </w:r>
          </w:p>
        </w:tc>
        <w:tc>
          <w:tcPr>
            <w:tcW w:w="86"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10529E" w:rsidRDefault="0010529E" w:rsidP="009A5525">
            <w:pPr>
              <w:rPr>
                <w:b/>
                <w:bCs/>
                <w:sz w:val="20"/>
                <w:szCs w:val="20"/>
              </w:rPr>
            </w:pPr>
          </w:p>
        </w:tc>
        <w:tc>
          <w:tcPr>
            <w:tcW w:w="758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10529E" w:rsidRDefault="0010529E" w:rsidP="009A5525">
            <w:pPr>
              <w:rPr>
                <w:rFonts w:ascii="Arial" w:hAnsi="Arial" w:cs="Arial"/>
                <w:sz w:val="20"/>
                <w:szCs w:val="20"/>
              </w:rPr>
            </w:pPr>
            <w:r>
              <w:rPr>
                <w:rFonts w:ascii="Arial" w:hAnsi="Arial" w:cs="Arial"/>
                <w:sz w:val="20"/>
                <w:szCs w:val="20"/>
              </w:rPr>
              <w:t>Participate effectively and appropriately in full-class discussions. Participate in cooperative groups. Take accurate notes during class and during interviews. Follow oral instructions.</w:t>
            </w:r>
          </w:p>
        </w:tc>
      </w:tr>
      <w:tr w:rsidR="0010529E" w:rsidTr="00FA4EC4">
        <w:trPr>
          <w:trHeight w:val="510"/>
        </w:trPr>
        <w:tc>
          <w:tcPr>
            <w:tcW w:w="5308" w:type="dxa"/>
            <w:gridSpan w:val="2"/>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10529E" w:rsidRPr="0034070C" w:rsidRDefault="0010529E" w:rsidP="009A5525">
            <w:pPr>
              <w:rPr>
                <w:b/>
                <w:bCs/>
              </w:rPr>
            </w:pPr>
            <w:r w:rsidRPr="0034070C">
              <w:rPr>
                <w:b/>
                <w:bCs/>
              </w:rPr>
              <w:t>10.LVS. 1.1. Students can analyze visual and auditory impact on the credibility and reliability of the message.</w:t>
            </w:r>
          </w:p>
        </w:tc>
        <w:tc>
          <w:tcPr>
            <w:tcW w:w="86"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10529E" w:rsidRDefault="0010529E" w:rsidP="009A5525">
            <w:pPr>
              <w:rPr>
                <w:b/>
                <w:bCs/>
                <w:sz w:val="20"/>
                <w:szCs w:val="20"/>
              </w:rPr>
            </w:pPr>
            <w:r>
              <w:rPr>
                <w:b/>
                <w:bCs/>
                <w:sz w:val="20"/>
                <w:szCs w:val="20"/>
              </w:rPr>
              <w:t> </w:t>
            </w:r>
          </w:p>
        </w:tc>
        <w:tc>
          <w:tcPr>
            <w:tcW w:w="7586"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10529E" w:rsidRDefault="0010529E" w:rsidP="009A5525">
            <w:pPr>
              <w:rPr>
                <w:rFonts w:ascii="Arial" w:hAnsi="Arial" w:cs="Arial"/>
                <w:sz w:val="20"/>
                <w:szCs w:val="20"/>
              </w:rPr>
            </w:pPr>
            <w:r>
              <w:rPr>
                <w:rFonts w:ascii="Arial" w:hAnsi="Arial" w:cs="Arial"/>
                <w:sz w:val="20"/>
                <w:szCs w:val="20"/>
              </w:rPr>
              <w:t>Students can analyze visual impact on the credibility and reliability of the message.</w:t>
            </w:r>
          </w:p>
        </w:tc>
      </w:tr>
      <w:tr w:rsidR="0010529E" w:rsidTr="00FA4EC4">
        <w:trPr>
          <w:trHeight w:val="979"/>
        </w:trPr>
        <w:tc>
          <w:tcPr>
            <w:tcW w:w="5308" w:type="dxa"/>
            <w:gridSpan w:val="2"/>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10529E" w:rsidRPr="0034070C" w:rsidRDefault="0010529E" w:rsidP="009A5525">
            <w:pPr>
              <w:rPr>
                <w:b/>
                <w:bCs/>
              </w:rPr>
            </w:pPr>
            <w:r w:rsidRPr="0034070C">
              <w:rPr>
                <w:b/>
                <w:bCs/>
              </w:rPr>
              <w:t>11.LVS.1.1. Students can evaluate strategies used in auditory and visual communications to inform, to persuade, and to entertain.</w:t>
            </w:r>
          </w:p>
        </w:tc>
        <w:tc>
          <w:tcPr>
            <w:tcW w:w="86" w:type="dxa"/>
            <w:tcBorders>
              <w:top w:val="nil"/>
              <w:left w:val="nil"/>
              <w:bottom w:val="single" w:sz="4" w:space="0" w:color="auto"/>
              <w:right w:val="single" w:sz="4" w:space="0" w:color="auto"/>
            </w:tcBorders>
            <w:tcMar>
              <w:top w:w="20" w:type="dxa"/>
              <w:left w:w="20" w:type="dxa"/>
              <w:bottom w:w="0" w:type="dxa"/>
              <w:right w:w="20" w:type="dxa"/>
            </w:tcMar>
            <w:vAlign w:val="bottom"/>
          </w:tcPr>
          <w:p w:rsidR="0010529E" w:rsidRDefault="0010529E" w:rsidP="009A5525">
            <w:pPr>
              <w:rPr>
                <w:b/>
                <w:bCs/>
                <w:sz w:val="20"/>
                <w:szCs w:val="20"/>
              </w:rPr>
            </w:pPr>
            <w:r>
              <w:rPr>
                <w:b/>
                <w:bCs/>
                <w:sz w:val="20"/>
                <w:szCs w:val="20"/>
              </w:rPr>
              <w:t> </w:t>
            </w:r>
          </w:p>
        </w:tc>
        <w:tc>
          <w:tcPr>
            <w:tcW w:w="758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10529E" w:rsidRDefault="0010529E" w:rsidP="009A5525">
            <w:pPr>
              <w:rPr>
                <w:rFonts w:ascii="Arial" w:hAnsi="Arial" w:cs="Arial"/>
                <w:sz w:val="20"/>
                <w:szCs w:val="20"/>
              </w:rPr>
            </w:pPr>
            <w:r>
              <w:rPr>
                <w:rFonts w:ascii="Arial" w:hAnsi="Arial" w:cs="Arial"/>
                <w:sz w:val="20"/>
                <w:szCs w:val="20"/>
              </w:rPr>
              <w:t>Students can evaluate strategies used in visual communications to inform and to entertain.</w:t>
            </w:r>
          </w:p>
        </w:tc>
      </w:tr>
    </w:tbl>
    <w:p w:rsidR="0010529E" w:rsidRDefault="0010529E" w:rsidP="00FA4EC4">
      <w:pPr>
        <w:rPr>
          <w:b/>
          <w:bCs/>
          <w:sz w:val="24"/>
          <w:szCs w:val="24"/>
        </w:rPr>
      </w:pPr>
      <w:r>
        <w:rPr>
          <w:b/>
          <w:bCs/>
          <w:sz w:val="24"/>
          <w:szCs w:val="24"/>
        </w:rPr>
        <w:t>Photography Unit Objectives – Yearbook Course</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Recognize the value of quality of pictures in yearbook production.</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Recognize the basics of photographic composition.</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Understand how light affects photography.</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Recognize common photographic problems.</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Prepare a photograph for submission.</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Learn the necessary steps for cropping photos.</w:t>
      </w:r>
    </w:p>
    <w:p w:rsidR="0010529E" w:rsidRDefault="0010529E" w:rsidP="00FA4EC4">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Understand how cropping can improve picture composition.</w:t>
      </w:r>
    </w:p>
    <w:p w:rsidR="0010529E" w:rsidRDefault="0010529E" w:rsidP="00136720">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Learn the necessary steps for cropping photos.</w:t>
      </w:r>
    </w:p>
    <w:p w:rsidR="0010529E" w:rsidRDefault="0010529E" w:rsidP="00751737">
      <w:pPr>
        <w:widowControl w:val="0"/>
        <w:numPr>
          <w:ilvl w:val="0"/>
          <w:numId w:val="1"/>
        </w:numPr>
        <w:overflowPunct w:val="0"/>
        <w:autoSpaceDE w:val="0"/>
        <w:autoSpaceDN w:val="0"/>
        <w:adjustRightInd w:val="0"/>
        <w:spacing w:after="0" w:line="240" w:lineRule="auto"/>
        <w:ind w:left="360" w:hanging="360"/>
        <w:rPr>
          <w:sz w:val="24"/>
          <w:szCs w:val="24"/>
        </w:rPr>
      </w:pPr>
      <w:r>
        <w:rPr>
          <w:sz w:val="24"/>
          <w:szCs w:val="24"/>
        </w:rPr>
        <w:t>Understand how cropping can improve picture composition.</w:t>
      </w:r>
    </w:p>
    <w:p w:rsidR="0010529E" w:rsidRDefault="0010529E" w:rsidP="007C1FF8"/>
    <w:p w:rsidR="0010529E" w:rsidRDefault="0010529E" w:rsidP="007C1FF8"/>
    <w:p w:rsidR="0010529E" w:rsidRDefault="0010529E" w:rsidP="007C1FF8"/>
    <w:sectPr w:rsidR="0010529E" w:rsidSect="004C0412">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29E" w:rsidRDefault="0010529E" w:rsidP="007C1FF8">
      <w:pPr>
        <w:spacing w:after="0" w:line="240" w:lineRule="auto"/>
      </w:pPr>
      <w:r>
        <w:separator/>
      </w:r>
    </w:p>
  </w:endnote>
  <w:endnote w:type="continuationSeparator" w:id="0">
    <w:p w:rsidR="0010529E" w:rsidRDefault="0010529E" w:rsidP="007C1F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29E" w:rsidRDefault="0010529E" w:rsidP="007C1FF8">
      <w:pPr>
        <w:spacing w:after="0" w:line="240" w:lineRule="auto"/>
      </w:pPr>
      <w:r>
        <w:separator/>
      </w:r>
    </w:p>
  </w:footnote>
  <w:footnote w:type="continuationSeparator" w:id="0">
    <w:p w:rsidR="0010529E" w:rsidRDefault="0010529E" w:rsidP="007C1F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9E" w:rsidRPr="00DC069C" w:rsidRDefault="0010529E" w:rsidP="007C1FF8">
    <w:pPr>
      <w:pStyle w:val="Header"/>
      <w:jc w:val="center"/>
      <w:rPr>
        <w:b/>
        <w:sz w:val="24"/>
        <w:szCs w:val="24"/>
      </w:rPr>
    </w:pPr>
    <w:r w:rsidRPr="00DC069C">
      <w:rPr>
        <w:b/>
        <w:sz w:val="24"/>
        <w:szCs w:val="24"/>
      </w:rPr>
      <w:t>EDU 514 TEACHING AND LEARNING WITH TECHNOLOGY/EDU 535 APPLYING EDUCATIONAL TECHNOLOGY: PRACTICUM</w:t>
    </w:r>
  </w:p>
  <w:p w:rsidR="0010529E" w:rsidRDefault="001052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746B0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DE1089D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96EEAC2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120420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07626A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3E872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94E08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664B5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9082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57C3C0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CC543A82"/>
    <w:lvl w:ilvl="0">
      <w:numFmt w:val="bullet"/>
      <w:lvlText w:val="*"/>
      <w:lvlJc w:val="left"/>
    </w:lvl>
  </w:abstractNum>
  <w:num w:numId="1">
    <w:abstractNumId w:val="10"/>
    <w:lvlOverride w:ilvl="0">
      <w:lvl w:ilvl="0">
        <w:start w:val="1"/>
        <w:numFmt w:val="bullet"/>
        <w:lvlText w:val=""/>
        <w:legacy w:legacy="1" w:legacySpace="0" w:legacyIndent="360"/>
        <w:lvlJc w:val="left"/>
        <w:rPr>
          <w:rFonts w:ascii="Wingdings" w:hAnsi="Wingdings"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0412"/>
    <w:rsid w:val="000161F3"/>
    <w:rsid w:val="00023BA2"/>
    <w:rsid w:val="00050B59"/>
    <w:rsid w:val="000A475C"/>
    <w:rsid w:val="000C5EA8"/>
    <w:rsid w:val="000D5C7B"/>
    <w:rsid w:val="0010529E"/>
    <w:rsid w:val="00136720"/>
    <w:rsid w:val="0014166E"/>
    <w:rsid w:val="00155D26"/>
    <w:rsid w:val="00202E9D"/>
    <w:rsid w:val="002163D8"/>
    <w:rsid w:val="00223548"/>
    <w:rsid w:val="002466E6"/>
    <w:rsid w:val="002D00F9"/>
    <w:rsid w:val="002E40A8"/>
    <w:rsid w:val="002E5556"/>
    <w:rsid w:val="0033085D"/>
    <w:rsid w:val="0034070C"/>
    <w:rsid w:val="003F6A21"/>
    <w:rsid w:val="00427DF1"/>
    <w:rsid w:val="00454BDB"/>
    <w:rsid w:val="004B673C"/>
    <w:rsid w:val="004C0412"/>
    <w:rsid w:val="004F3149"/>
    <w:rsid w:val="00501710"/>
    <w:rsid w:val="00574BB5"/>
    <w:rsid w:val="005774D0"/>
    <w:rsid w:val="00666FCB"/>
    <w:rsid w:val="00676991"/>
    <w:rsid w:val="006D6E48"/>
    <w:rsid w:val="006E26A2"/>
    <w:rsid w:val="00741D1E"/>
    <w:rsid w:val="00751737"/>
    <w:rsid w:val="00792CCE"/>
    <w:rsid w:val="007C1FF8"/>
    <w:rsid w:val="008340C4"/>
    <w:rsid w:val="00876CD3"/>
    <w:rsid w:val="008F10B9"/>
    <w:rsid w:val="009209F4"/>
    <w:rsid w:val="009948E7"/>
    <w:rsid w:val="009A5525"/>
    <w:rsid w:val="00A37CD2"/>
    <w:rsid w:val="00A93BDD"/>
    <w:rsid w:val="00AE6E99"/>
    <w:rsid w:val="00AF02B4"/>
    <w:rsid w:val="00AF23C6"/>
    <w:rsid w:val="00B83F98"/>
    <w:rsid w:val="00BA1D63"/>
    <w:rsid w:val="00C06D9B"/>
    <w:rsid w:val="00C1014F"/>
    <w:rsid w:val="00C44B9F"/>
    <w:rsid w:val="00C6037B"/>
    <w:rsid w:val="00D01878"/>
    <w:rsid w:val="00D258F2"/>
    <w:rsid w:val="00D57DCA"/>
    <w:rsid w:val="00D813FC"/>
    <w:rsid w:val="00D93C7F"/>
    <w:rsid w:val="00DB3EF3"/>
    <w:rsid w:val="00DC069C"/>
    <w:rsid w:val="00DE4822"/>
    <w:rsid w:val="00DF081A"/>
    <w:rsid w:val="00E67E6B"/>
    <w:rsid w:val="00ED72E2"/>
    <w:rsid w:val="00F4447B"/>
    <w:rsid w:val="00FA4EC4"/>
    <w:rsid w:val="00FC05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4D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C1F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C1FF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C1FF8"/>
    <w:rPr>
      <w:rFonts w:cs="Times New Roman"/>
    </w:rPr>
  </w:style>
  <w:style w:type="paragraph" w:styleId="Footer">
    <w:name w:val="footer"/>
    <w:basedOn w:val="Normal"/>
    <w:link w:val="FooterChar"/>
    <w:uiPriority w:val="99"/>
    <w:rsid w:val="007C1FF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C1FF8"/>
    <w:rPr>
      <w:rFonts w:cs="Times New Roman"/>
    </w:rPr>
  </w:style>
  <w:style w:type="paragraph" w:styleId="BalloonText">
    <w:name w:val="Balloon Text"/>
    <w:basedOn w:val="Normal"/>
    <w:link w:val="BalloonTextChar"/>
    <w:uiPriority w:val="99"/>
    <w:semiHidden/>
    <w:rsid w:val="007C1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1F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8474996">
      <w:marLeft w:val="0"/>
      <w:marRight w:val="0"/>
      <w:marTop w:val="0"/>
      <w:marBottom w:val="0"/>
      <w:divBdr>
        <w:top w:val="none" w:sz="0" w:space="0" w:color="auto"/>
        <w:left w:val="none" w:sz="0" w:space="0" w:color="auto"/>
        <w:bottom w:val="none" w:sz="0" w:space="0" w:color="auto"/>
        <w:right w:val="none" w:sz="0" w:space="0" w:color="auto"/>
      </w:divBdr>
    </w:div>
    <w:div w:id="1808474997">
      <w:marLeft w:val="0"/>
      <w:marRight w:val="0"/>
      <w:marTop w:val="0"/>
      <w:marBottom w:val="0"/>
      <w:divBdr>
        <w:top w:val="none" w:sz="0" w:space="0" w:color="auto"/>
        <w:left w:val="none" w:sz="0" w:space="0" w:color="auto"/>
        <w:bottom w:val="none" w:sz="0" w:space="0" w:color="auto"/>
        <w:right w:val="none" w:sz="0" w:space="0" w:color="auto"/>
      </w:divBdr>
    </w:div>
    <w:div w:id="1808474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1443</Words>
  <Characters>8231</Characters>
  <Application>Microsoft Office Outlook</Application>
  <DocSecurity>0</DocSecurity>
  <Lines>0</Lines>
  <Paragraphs>0</Paragraphs>
  <ScaleCrop>false</ScaleCrop>
  <Company>University of Sioux Falls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YBK Photography Unit</dc:title>
  <dc:subject/>
  <dc:creator>arpeterson</dc:creator>
  <cp:keywords/>
  <dc:description/>
  <cp:lastModifiedBy>SFSD</cp:lastModifiedBy>
  <cp:revision>3</cp:revision>
  <cp:lastPrinted>2011-06-29T17:49:00Z</cp:lastPrinted>
  <dcterms:created xsi:type="dcterms:W3CDTF">2011-08-29T15:08:00Z</dcterms:created>
  <dcterms:modified xsi:type="dcterms:W3CDTF">2011-08-29T15:08:00Z</dcterms:modified>
</cp:coreProperties>
</file>